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60A" w:rsidRPr="005E28D7" w:rsidRDefault="00D6160A" w:rsidP="00BF4A9E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5E28D7">
        <w:rPr>
          <w:b/>
          <w:bCs/>
          <w:color w:val="000000"/>
          <w:sz w:val="24"/>
          <w:szCs w:val="24"/>
        </w:rPr>
        <w:t xml:space="preserve">Извещение о проведении общественного обсуждения </w:t>
      </w:r>
    </w:p>
    <w:p w:rsidR="00D6160A" w:rsidRPr="005E28D7" w:rsidRDefault="00D6160A" w:rsidP="00BF4A9E">
      <w:pPr>
        <w:shd w:val="clear" w:color="auto" w:fill="FFFFFF"/>
        <w:jc w:val="center"/>
        <w:rPr>
          <w:color w:val="000000"/>
          <w:sz w:val="24"/>
          <w:szCs w:val="24"/>
        </w:rPr>
      </w:pPr>
      <w:r w:rsidRPr="005E28D7">
        <w:rPr>
          <w:b/>
          <w:bCs/>
          <w:color w:val="000000"/>
          <w:sz w:val="24"/>
          <w:szCs w:val="24"/>
        </w:rPr>
        <w:t xml:space="preserve">в форме информирования физических и юридических лиц и анализа общественного мнения проекта: «Строительство магазина, расположенного по адресу: г. Березино, пересечение ул. Победы и ул. Дзержинского». </w:t>
      </w:r>
    </w:p>
    <w:tbl>
      <w:tblPr>
        <w:tblW w:w="49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2466"/>
        <w:gridCol w:w="6731"/>
      </w:tblGrid>
      <w:tr w:rsidR="00D6160A" w:rsidRPr="00193293" w:rsidTr="00707486">
        <w:trPr>
          <w:tblCellSpacing w:w="0" w:type="dxa"/>
        </w:trPr>
        <w:tc>
          <w:tcPr>
            <w:tcW w:w="246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6160A" w:rsidRPr="00193293" w:rsidRDefault="00D6160A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Наименование проекта</w:t>
            </w:r>
          </w:p>
        </w:tc>
        <w:tc>
          <w:tcPr>
            <w:tcW w:w="6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D6160A" w:rsidRPr="00473213" w:rsidRDefault="00D6160A" w:rsidP="00BF4A9E">
            <w:pPr>
              <w:rPr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«Строительство магазина, расположенного по адресу: г. Березино, пересечение ул. Победы и ул. Дзержинского»</w:t>
            </w:r>
          </w:p>
        </w:tc>
      </w:tr>
      <w:tr w:rsidR="00D6160A" w:rsidRPr="00193293" w:rsidTr="00707486">
        <w:trPr>
          <w:tblCellSpacing w:w="0" w:type="dxa"/>
        </w:trPr>
        <w:tc>
          <w:tcPr>
            <w:tcW w:w="246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6160A" w:rsidRPr="00193293" w:rsidRDefault="00D6160A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Цель проекта и основные решения по нему</w:t>
            </w:r>
          </w:p>
        </w:tc>
        <w:tc>
          <w:tcPr>
            <w:tcW w:w="6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D6160A" w:rsidRPr="00193293" w:rsidRDefault="00D6160A" w:rsidP="008E135A">
            <w:pPr>
              <w:rPr>
                <w:color w:val="000000"/>
                <w:sz w:val="20"/>
              </w:rPr>
            </w:pPr>
            <w:r w:rsidRPr="00255178">
              <w:rPr>
                <w:sz w:val="20"/>
              </w:rPr>
              <w:t xml:space="preserve">Строительство торгового объекта, </w:t>
            </w:r>
            <w:r w:rsidRPr="00255178">
              <w:rPr>
                <w:bCs/>
                <w:sz w:val="20"/>
              </w:rPr>
              <w:t>будет способствовать повышению уровня и качества торгового обслуживания населения, созданию новых рабочих мест, увеличению норматива социального стандарта по обеспеченности торговыми площадями</w:t>
            </w:r>
          </w:p>
        </w:tc>
      </w:tr>
      <w:tr w:rsidR="00D6160A" w:rsidRPr="00193293" w:rsidTr="00707486">
        <w:trPr>
          <w:tblCellSpacing w:w="0" w:type="dxa"/>
        </w:trPr>
        <w:tc>
          <w:tcPr>
            <w:tcW w:w="246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6160A" w:rsidRPr="00193293" w:rsidRDefault="00D6160A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Земельный участок, на котором планируется реализация проекта</w:t>
            </w:r>
          </w:p>
        </w:tc>
        <w:tc>
          <w:tcPr>
            <w:tcW w:w="6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D6160A" w:rsidRPr="00193293" w:rsidRDefault="00D6160A" w:rsidP="00473213">
            <w:pPr>
              <w:rPr>
                <w:color w:val="000000"/>
                <w:sz w:val="20"/>
              </w:rPr>
            </w:pPr>
            <w:r w:rsidRPr="00193293">
              <w:rPr>
                <w:sz w:val="20"/>
              </w:rPr>
              <w:t>Территория</w:t>
            </w:r>
            <w:r>
              <w:rPr>
                <w:sz w:val="20"/>
              </w:rPr>
              <w:t xml:space="preserve"> г. Березино в районе ул. Победы и ул. Дзержинского</w:t>
            </w:r>
          </w:p>
        </w:tc>
      </w:tr>
      <w:tr w:rsidR="00D6160A" w:rsidRPr="00193293" w:rsidTr="00707486">
        <w:trPr>
          <w:tblCellSpacing w:w="0" w:type="dxa"/>
        </w:trPr>
        <w:tc>
          <w:tcPr>
            <w:tcW w:w="246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6160A" w:rsidRPr="00193293" w:rsidRDefault="00D6160A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Дата начала проведения общественного обсуждения</w:t>
            </w:r>
          </w:p>
        </w:tc>
        <w:tc>
          <w:tcPr>
            <w:tcW w:w="6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D6160A" w:rsidRPr="00255178" w:rsidRDefault="00D6160A" w:rsidP="00255178">
            <w:pPr>
              <w:rPr>
                <w:sz w:val="20"/>
              </w:rPr>
            </w:pPr>
            <w:r>
              <w:rPr>
                <w:sz w:val="20"/>
              </w:rPr>
              <w:t>24 февраля 2020 г.</w:t>
            </w:r>
          </w:p>
        </w:tc>
      </w:tr>
      <w:tr w:rsidR="00D6160A" w:rsidRPr="00193293" w:rsidTr="00707486">
        <w:trPr>
          <w:tblCellSpacing w:w="0" w:type="dxa"/>
        </w:trPr>
        <w:tc>
          <w:tcPr>
            <w:tcW w:w="246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6160A" w:rsidRPr="00193293" w:rsidRDefault="00D6160A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Дата окончания проведения общественного обсуждения</w:t>
            </w:r>
          </w:p>
        </w:tc>
        <w:tc>
          <w:tcPr>
            <w:tcW w:w="6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D6160A" w:rsidRPr="00255178" w:rsidRDefault="00D6160A" w:rsidP="00255178">
            <w:pPr>
              <w:rPr>
                <w:sz w:val="20"/>
              </w:rPr>
            </w:pPr>
            <w:r>
              <w:rPr>
                <w:sz w:val="20"/>
              </w:rPr>
              <w:t>19 марта 2020 г.</w:t>
            </w:r>
          </w:p>
        </w:tc>
      </w:tr>
      <w:tr w:rsidR="00D6160A" w:rsidRPr="00193293" w:rsidTr="00707486">
        <w:trPr>
          <w:trHeight w:val="600"/>
          <w:tblCellSpacing w:w="0" w:type="dxa"/>
        </w:trPr>
        <w:tc>
          <w:tcPr>
            <w:tcW w:w="246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6160A" w:rsidRPr="00193293" w:rsidRDefault="00D6160A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Дата,</w:t>
            </w:r>
          </w:p>
          <w:p w:rsidR="00D6160A" w:rsidRPr="00193293" w:rsidRDefault="00D6160A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время,</w:t>
            </w:r>
          </w:p>
          <w:p w:rsidR="00D6160A" w:rsidRPr="00193293" w:rsidRDefault="00D6160A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место проведения экспозиции проекта</w:t>
            </w:r>
          </w:p>
        </w:tc>
        <w:tc>
          <w:tcPr>
            <w:tcW w:w="6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D6160A" w:rsidRPr="00255178" w:rsidRDefault="00D6160A" w:rsidP="00BF4A9E">
            <w:pPr>
              <w:rPr>
                <w:sz w:val="20"/>
              </w:rPr>
            </w:pPr>
            <w:r w:rsidRPr="00255178">
              <w:rPr>
                <w:sz w:val="20"/>
              </w:rPr>
              <w:t xml:space="preserve">с </w:t>
            </w:r>
            <w:r>
              <w:rPr>
                <w:sz w:val="20"/>
              </w:rPr>
              <w:t>24 февраля 2020 г.</w:t>
            </w:r>
            <w:r w:rsidRPr="00255178">
              <w:rPr>
                <w:sz w:val="20"/>
              </w:rPr>
              <w:t xml:space="preserve"> по </w:t>
            </w:r>
            <w:r>
              <w:rPr>
                <w:sz w:val="20"/>
              </w:rPr>
              <w:t>9 марта 2020 г.</w:t>
            </w:r>
            <w:r w:rsidRPr="00255178">
              <w:rPr>
                <w:sz w:val="20"/>
              </w:rPr>
              <w:t xml:space="preserve"> включительно</w:t>
            </w:r>
          </w:p>
          <w:p w:rsidR="00D6160A" w:rsidRPr="00255178" w:rsidRDefault="00D6160A" w:rsidP="00BF4A9E">
            <w:pPr>
              <w:rPr>
                <w:sz w:val="20"/>
              </w:rPr>
            </w:pPr>
            <w:r w:rsidRPr="00255178">
              <w:rPr>
                <w:sz w:val="20"/>
              </w:rPr>
              <w:t>с 8.00 до 13.00, с 14.00 до 17.00, понедельник – пятница</w:t>
            </w:r>
          </w:p>
          <w:p w:rsidR="00D6160A" w:rsidRPr="00255178" w:rsidRDefault="00D6160A" w:rsidP="006F3D7C">
            <w:pPr>
              <w:rPr>
                <w:sz w:val="20"/>
              </w:rPr>
            </w:pPr>
            <w:r w:rsidRPr="00255178">
              <w:rPr>
                <w:sz w:val="20"/>
              </w:rPr>
              <w:t>отдел архитектуры</w:t>
            </w:r>
            <w:r>
              <w:rPr>
                <w:sz w:val="20"/>
              </w:rPr>
              <w:t xml:space="preserve"> и</w:t>
            </w:r>
            <w:r w:rsidRPr="00255178">
              <w:rPr>
                <w:sz w:val="20"/>
              </w:rPr>
              <w:t xml:space="preserve"> строительства</w:t>
            </w:r>
            <w:r>
              <w:rPr>
                <w:sz w:val="20"/>
              </w:rPr>
              <w:t>,</w:t>
            </w:r>
            <w:r w:rsidRPr="00255178">
              <w:rPr>
                <w:sz w:val="20"/>
              </w:rPr>
              <w:t xml:space="preserve"> жилищно-коммунального хозяйства </w:t>
            </w:r>
            <w:r>
              <w:rPr>
                <w:sz w:val="20"/>
              </w:rPr>
              <w:t>Березинского</w:t>
            </w:r>
            <w:r w:rsidRPr="00255178">
              <w:rPr>
                <w:sz w:val="20"/>
              </w:rPr>
              <w:t xml:space="preserve"> районного исполнительного комитета</w:t>
            </w:r>
            <w:r>
              <w:rPr>
                <w:sz w:val="20"/>
              </w:rPr>
              <w:t xml:space="preserve"> </w:t>
            </w:r>
            <w:r w:rsidRPr="00255178">
              <w:rPr>
                <w:sz w:val="20"/>
              </w:rPr>
              <w:t xml:space="preserve">по адресу: </w:t>
            </w:r>
            <w:r>
              <w:rPr>
                <w:sz w:val="20"/>
              </w:rPr>
              <w:t>г. Березино, ул. Октябрьская, 18, каб. 15А, тел. 801715-51693</w:t>
            </w:r>
          </w:p>
        </w:tc>
      </w:tr>
      <w:tr w:rsidR="00D6160A" w:rsidRPr="00193293" w:rsidTr="00707486">
        <w:trPr>
          <w:tblCellSpacing w:w="0" w:type="dxa"/>
        </w:trPr>
        <w:tc>
          <w:tcPr>
            <w:tcW w:w="246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6160A" w:rsidRPr="00193293" w:rsidRDefault="00D6160A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Дата,</w:t>
            </w:r>
          </w:p>
          <w:p w:rsidR="00D6160A" w:rsidRPr="00193293" w:rsidRDefault="00D6160A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время,</w:t>
            </w:r>
          </w:p>
          <w:p w:rsidR="00D6160A" w:rsidRPr="00193293" w:rsidRDefault="00D6160A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место проведения презентации проекта</w:t>
            </w:r>
          </w:p>
        </w:tc>
        <w:tc>
          <w:tcPr>
            <w:tcW w:w="6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D6160A" w:rsidRPr="00255178" w:rsidRDefault="00D6160A" w:rsidP="00BF4A9E">
            <w:pPr>
              <w:rPr>
                <w:sz w:val="20"/>
              </w:rPr>
            </w:pPr>
            <w:r>
              <w:rPr>
                <w:sz w:val="20"/>
              </w:rPr>
              <w:t>28 февраля 2020 г.</w:t>
            </w:r>
          </w:p>
          <w:p w:rsidR="00D6160A" w:rsidRPr="00255178" w:rsidRDefault="00D6160A" w:rsidP="00BF4A9E">
            <w:pPr>
              <w:rPr>
                <w:sz w:val="20"/>
              </w:rPr>
            </w:pPr>
            <w:r w:rsidRPr="00255178">
              <w:rPr>
                <w:sz w:val="20"/>
              </w:rPr>
              <w:t>начало - 10-00</w:t>
            </w:r>
          </w:p>
          <w:p w:rsidR="00D6160A" w:rsidRPr="00255178" w:rsidRDefault="00D6160A" w:rsidP="00BF4A9E">
            <w:pPr>
              <w:rPr>
                <w:sz w:val="20"/>
              </w:rPr>
            </w:pPr>
            <w:r w:rsidRPr="00255178">
              <w:rPr>
                <w:sz w:val="20"/>
              </w:rPr>
              <w:t xml:space="preserve">окончание – </w:t>
            </w:r>
            <w:r>
              <w:rPr>
                <w:sz w:val="20"/>
              </w:rPr>
              <w:t>12</w:t>
            </w:r>
            <w:r w:rsidRPr="00255178">
              <w:rPr>
                <w:sz w:val="20"/>
              </w:rPr>
              <w:t>-00</w:t>
            </w:r>
          </w:p>
          <w:p w:rsidR="00D6160A" w:rsidRPr="00193293" w:rsidRDefault="00D6160A" w:rsidP="00CE2A71">
            <w:pPr>
              <w:rPr>
                <w:color w:val="000000"/>
                <w:sz w:val="20"/>
              </w:rPr>
            </w:pPr>
            <w:r w:rsidRPr="00255178">
              <w:rPr>
                <w:sz w:val="20"/>
              </w:rPr>
              <w:t>отдел архитектуры</w:t>
            </w:r>
            <w:r>
              <w:rPr>
                <w:sz w:val="20"/>
              </w:rPr>
              <w:t xml:space="preserve"> и</w:t>
            </w:r>
            <w:r w:rsidRPr="00255178">
              <w:rPr>
                <w:sz w:val="20"/>
              </w:rPr>
              <w:t xml:space="preserve"> строительства</w:t>
            </w:r>
            <w:r>
              <w:rPr>
                <w:sz w:val="20"/>
              </w:rPr>
              <w:t>,</w:t>
            </w:r>
            <w:r w:rsidRPr="00255178">
              <w:rPr>
                <w:sz w:val="20"/>
              </w:rPr>
              <w:t xml:space="preserve"> жилищно-коммунального хозяйства </w:t>
            </w:r>
            <w:r>
              <w:rPr>
                <w:sz w:val="20"/>
              </w:rPr>
              <w:t>Березинского</w:t>
            </w:r>
            <w:r w:rsidRPr="00255178">
              <w:rPr>
                <w:sz w:val="20"/>
              </w:rPr>
              <w:t xml:space="preserve"> районного исполнительного комитета</w:t>
            </w:r>
            <w:r>
              <w:rPr>
                <w:sz w:val="20"/>
              </w:rPr>
              <w:t xml:space="preserve"> </w:t>
            </w:r>
            <w:r w:rsidRPr="00255178">
              <w:rPr>
                <w:sz w:val="20"/>
              </w:rPr>
              <w:t xml:space="preserve">по адресу: </w:t>
            </w:r>
            <w:r>
              <w:rPr>
                <w:sz w:val="20"/>
              </w:rPr>
              <w:t>г. Березино, ул. Октябрьская, 18, каб. 15А, тел. 80171551693</w:t>
            </w:r>
          </w:p>
        </w:tc>
      </w:tr>
      <w:tr w:rsidR="00D6160A" w:rsidRPr="00193293" w:rsidTr="00707486">
        <w:trPr>
          <w:tblCellSpacing w:w="0" w:type="dxa"/>
        </w:trPr>
        <w:tc>
          <w:tcPr>
            <w:tcW w:w="246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6160A" w:rsidRPr="00193293" w:rsidRDefault="00D6160A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Условия доступа к материалам проекта</w:t>
            </w:r>
          </w:p>
        </w:tc>
        <w:tc>
          <w:tcPr>
            <w:tcW w:w="6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D6160A" w:rsidRPr="00193293" w:rsidRDefault="00D6160A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Посещение места проведения экспозиции и предоставление информации участникам общественного обсуждения осуществляется на безвозмездной основе</w:t>
            </w:r>
          </w:p>
        </w:tc>
      </w:tr>
      <w:tr w:rsidR="00D6160A" w:rsidRPr="00193293" w:rsidTr="00707486">
        <w:trPr>
          <w:trHeight w:val="786"/>
          <w:tblCellSpacing w:w="0" w:type="dxa"/>
        </w:trPr>
        <w:tc>
          <w:tcPr>
            <w:tcW w:w="246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6160A" w:rsidRPr="00193293" w:rsidRDefault="00D6160A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Организатор общественного обсуждения,</w:t>
            </w:r>
          </w:p>
          <w:p w:rsidR="00D6160A" w:rsidRPr="00193293" w:rsidRDefault="00D6160A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его место нахождение,</w:t>
            </w:r>
          </w:p>
          <w:p w:rsidR="00D6160A" w:rsidRPr="00193293" w:rsidRDefault="00D6160A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телефон,</w:t>
            </w:r>
          </w:p>
          <w:p w:rsidR="00D6160A" w:rsidRPr="00193293" w:rsidRDefault="00D6160A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адрес электронной почты для направления замечаний и предложений по проекту</w:t>
            </w:r>
          </w:p>
        </w:tc>
        <w:tc>
          <w:tcPr>
            <w:tcW w:w="6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D6160A" w:rsidRPr="00193293" w:rsidRDefault="00D6160A" w:rsidP="00BF4A9E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Березинский</w:t>
            </w:r>
            <w:r w:rsidRPr="00193293">
              <w:rPr>
                <w:color w:val="000000"/>
                <w:sz w:val="20"/>
              </w:rPr>
              <w:t xml:space="preserve"> районный исполнительный комитет</w:t>
            </w:r>
          </w:p>
          <w:p w:rsidR="00D6160A" w:rsidRPr="00193293" w:rsidRDefault="00D6160A" w:rsidP="00BF4A9E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ул. Октябрьская, 18 г. Березино</w:t>
            </w:r>
            <w:r w:rsidRPr="00193293">
              <w:rPr>
                <w:color w:val="000000"/>
                <w:sz w:val="20"/>
              </w:rPr>
              <w:t xml:space="preserve">,  </w:t>
            </w:r>
          </w:p>
          <w:p w:rsidR="00D6160A" w:rsidRPr="00193293" w:rsidRDefault="00D6160A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тел. (8 017 1</w:t>
            </w:r>
            <w:r>
              <w:rPr>
                <w:color w:val="000000"/>
                <w:sz w:val="20"/>
              </w:rPr>
              <w:t>5</w:t>
            </w:r>
            <w:r w:rsidRPr="00193293">
              <w:rPr>
                <w:color w:val="000000"/>
                <w:sz w:val="20"/>
              </w:rPr>
              <w:t xml:space="preserve">) </w:t>
            </w:r>
            <w:r>
              <w:rPr>
                <w:color w:val="000000"/>
                <w:sz w:val="20"/>
              </w:rPr>
              <w:t>51693</w:t>
            </w:r>
          </w:p>
          <w:p w:rsidR="00D6160A" w:rsidRDefault="00D6160A" w:rsidP="003D6DF2">
            <w:pPr>
              <w:rPr>
                <w:color w:val="000000"/>
                <w:sz w:val="20"/>
              </w:rPr>
            </w:pPr>
            <w:r w:rsidRPr="00193293">
              <w:rPr>
                <w:color w:val="17365D"/>
                <w:sz w:val="20"/>
                <w:u w:val="single"/>
                <w:lang w:val="en-US"/>
              </w:rPr>
              <w:t>arh</w:t>
            </w:r>
            <w:r w:rsidRPr="00193293">
              <w:rPr>
                <w:color w:val="17365D"/>
                <w:sz w:val="20"/>
                <w:u w:val="single"/>
              </w:rPr>
              <w:t>@</w:t>
            </w:r>
            <w:r>
              <w:rPr>
                <w:color w:val="17365D"/>
                <w:sz w:val="20"/>
                <w:u w:val="single"/>
                <w:lang w:val="en-US"/>
              </w:rPr>
              <w:t>berezino.minsk-region.gov.by</w:t>
            </w:r>
            <w:r w:rsidRPr="00193293">
              <w:rPr>
                <w:color w:val="000000"/>
                <w:sz w:val="20"/>
              </w:rPr>
              <w:t> </w:t>
            </w:r>
          </w:p>
          <w:p w:rsidR="00D6160A" w:rsidRPr="00193293" w:rsidRDefault="00D6160A" w:rsidP="001C60B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заместитель начальника отдела </w:t>
            </w:r>
            <w:r w:rsidRPr="001C60BA">
              <w:rPr>
                <w:color w:val="000000"/>
                <w:sz w:val="20"/>
              </w:rPr>
              <w:t>архитектуры</w:t>
            </w:r>
            <w:r>
              <w:rPr>
                <w:color w:val="000000"/>
                <w:sz w:val="20"/>
              </w:rPr>
              <w:t xml:space="preserve"> и</w:t>
            </w:r>
            <w:r w:rsidRPr="001C60BA">
              <w:rPr>
                <w:color w:val="000000"/>
                <w:sz w:val="20"/>
              </w:rPr>
              <w:t xml:space="preserve"> строительства</w:t>
            </w:r>
            <w:r>
              <w:rPr>
                <w:color w:val="000000"/>
                <w:sz w:val="20"/>
              </w:rPr>
              <w:t>,</w:t>
            </w:r>
            <w:r w:rsidRPr="001C60BA">
              <w:rPr>
                <w:color w:val="000000"/>
                <w:sz w:val="20"/>
              </w:rPr>
              <w:t xml:space="preserve"> жилищно-коммунального хозяйства</w:t>
            </w:r>
            <w:r w:rsidRPr="00CE2A71"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 Березинского</w:t>
            </w:r>
            <w:r w:rsidRPr="00CE2A71">
              <w:rPr>
                <w:color w:val="000000"/>
                <w:sz w:val="20"/>
              </w:rPr>
              <w:t xml:space="preserve"> районного исполнительного комитета</w:t>
            </w:r>
            <w:r>
              <w:rPr>
                <w:color w:val="000000"/>
                <w:sz w:val="20"/>
              </w:rPr>
              <w:t xml:space="preserve"> Фомина В.А.</w:t>
            </w:r>
          </w:p>
        </w:tc>
      </w:tr>
      <w:tr w:rsidR="00D6160A" w:rsidRPr="00193293" w:rsidTr="00707486">
        <w:trPr>
          <w:tblCellSpacing w:w="0" w:type="dxa"/>
        </w:trPr>
        <w:tc>
          <w:tcPr>
            <w:tcW w:w="246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6160A" w:rsidRPr="00193293" w:rsidRDefault="00D6160A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Срок, формы и методы подачи участниками общественного обсуждения замечаний и (или) предложений</w:t>
            </w:r>
          </w:p>
        </w:tc>
        <w:tc>
          <w:tcPr>
            <w:tcW w:w="6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D6160A" w:rsidRPr="00255178" w:rsidRDefault="00D6160A" w:rsidP="00BF4A9E">
            <w:pPr>
              <w:rPr>
                <w:sz w:val="20"/>
              </w:rPr>
            </w:pPr>
            <w:r w:rsidRPr="00255178">
              <w:rPr>
                <w:sz w:val="20"/>
              </w:rPr>
              <w:t>Замечания и (или) предложения участников общественного обсуждения принимаются с </w:t>
            </w:r>
            <w:r>
              <w:rPr>
                <w:sz w:val="20"/>
              </w:rPr>
              <w:t>24 февраля 2020 г. по 9 марта 2020 г.</w:t>
            </w:r>
            <w:r w:rsidRPr="00255178">
              <w:rPr>
                <w:sz w:val="20"/>
              </w:rPr>
              <w:t> в письменной или электронной форме по следующим адресам:</w:t>
            </w:r>
          </w:p>
          <w:p w:rsidR="00D6160A" w:rsidRPr="00255178" w:rsidRDefault="00D6160A" w:rsidP="00BF4A9E">
            <w:pPr>
              <w:rPr>
                <w:sz w:val="20"/>
              </w:rPr>
            </w:pPr>
            <w:r>
              <w:rPr>
                <w:sz w:val="20"/>
              </w:rPr>
              <w:t>Березинский</w:t>
            </w:r>
            <w:r w:rsidRPr="00255178">
              <w:rPr>
                <w:sz w:val="20"/>
              </w:rPr>
              <w:t xml:space="preserve"> районный исполнительный комитет,</w:t>
            </w:r>
            <w:r>
              <w:rPr>
                <w:sz w:val="20"/>
              </w:rPr>
              <w:t xml:space="preserve"> г. Березино</w:t>
            </w:r>
            <w:r w:rsidRPr="00255178">
              <w:rPr>
                <w:sz w:val="20"/>
              </w:rPr>
              <w:t>,</w:t>
            </w:r>
          </w:p>
          <w:p w:rsidR="00D6160A" w:rsidRPr="00255178" w:rsidRDefault="00D6160A" w:rsidP="00BF4A9E">
            <w:pPr>
              <w:rPr>
                <w:sz w:val="20"/>
              </w:rPr>
            </w:pPr>
            <w:r>
              <w:rPr>
                <w:sz w:val="20"/>
              </w:rPr>
              <w:t xml:space="preserve">ул. Октябрьская, 18, каб. 15А </w:t>
            </w:r>
          </w:p>
          <w:p w:rsidR="00D6160A" w:rsidRDefault="00D6160A" w:rsidP="00E07AFB">
            <w:pPr>
              <w:rPr>
                <w:color w:val="000000"/>
                <w:sz w:val="20"/>
              </w:rPr>
            </w:pPr>
            <w:r w:rsidRPr="00255178">
              <w:rPr>
                <w:sz w:val="20"/>
              </w:rPr>
              <w:t>по электронной почте</w:t>
            </w:r>
            <w:r>
              <w:rPr>
                <w:sz w:val="20"/>
              </w:rPr>
              <w:t xml:space="preserve"> </w:t>
            </w:r>
            <w:r w:rsidRPr="00193293">
              <w:rPr>
                <w:color w:val="17365D"/>
                <w:sz w:val="20"/>
                <w:u w:val="single"/>
                <w:lang w:val="en-US"/>
              </w:rPr>
              <w:t>arh</w:t>
            </w:r>
            <w:r w:rsidRPr="00193293">
              <w:rPr>
                <w:color w:val="17365D"/>
                <w:sz w:val="20"/>
                <w:u w:val="single"/>
              </w:rPr>
              <w:t>@</w:t>
            </w:r>
            <w:r>
              <w:rPr>
                <w:color w:val="17365D"/>
                <w:sz w:val="20"/>
                <w:u w:val="single"/>
                <w:lang w:val="en-US"/>
              </w:rPr>
              <w:t>berezino.minsk-region.gov.by</w:t>
            </w:r>
            <w:r w:rsidRPr="00193293">
              <w:rPr>
                <w:color w:val="000000"/>
                <w:sz w:val="20"/>
              </w:rPr>
              <w:t> </w:t>
            </w:r>
          </w:p>
          <w:p w:rsidR="00D6160A" w:rsidRPr="00193293" w:rsidRDefault="00D6160A" w:rsidP="00255178">
            <w:pPr>
              <w:rPr>
                <w:color w:val="000000"/>
                <w:sz w:val="20"/>
              </w:rPr>
            </w:pPr>
            <w:r w:rsidRPr="00255178">
              <w:rPr>
                <w:sz w:val="20"/>
              </w:rPr>
              <w:t xml:space="preserve">Замечания и (или) предложения участников общественного обсуждения, поданные после </w:t>
            </w:r>
            <w:r>
              <w:rPr>
                <w:sz w:val="20"/>
              </w:rPr>
              <w:t>19 марта 2020 г.</w:t>
            </w:r>
            <w:r w:rsidRPr="00255178">
              <w:rPr>
                <w:sz w:val="20"/>
              </w:rPr>
              <w:t>, рассмотрению не подлежат.</w:t>
            </w:r>
          </w:p>
        </w:tc>
      </w:tr>
      <w:tr w:rsidR="00D6160A" w:rsidRPr="00193293" w:rsidTr="00707486">
        <w:trPr>
          <w:trHeight w:val="726"/>
          <w:tblCellSpacing w:w="0" w:type="dxa"/>
        </w:trPr>
        <w:tc>
          <w:tcPr>
            <w:tcW w:w="246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6160A" w:rsidRPr="00193293" w:rsidRDefault="00D6160A" w:rsidP="00BF4A9E">
            <w:pPr>
              <w:rPr>
                <w:color w:val="000000"/>
                <w:sz w:val="20"/>
              </w:rPr>
            </w:pPr>
            <w:r w:rsidRPr="00193293">
              <w:rPr>
                <w:color w:val="000000"/>
                <w:sz w:val="20"/>
              </w:rPr>
              <w:t>Подведение итогов</w:t>
            </w:r>
          </w:p>
        </w:tc>
        <w:tc>
          <w:tcPr>
            <w:tcW w:w="6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D6160A" w:rsidRPr="00193293" w:rsidRDefault="00D6160A" w:rsidP="002D2F19">
            <w:pPr>
              <w:rPr>
                <w:sz w:val="20"/>
                <w:lang w:eastAsia="en-US"/>
              </w:rPr>
            </w:pPr>
            <w:r w:rsidRPr="0081730C">
              <w:rPr>
                <w:color w:val="000000"/>
                <w:sz w:val="20"/>
              </w:rPr>
              <w:t xml:space="preserve">Информация о результатах проведения общественного обсуждения будет размещена на официальном сайте </w:t>
            </w:r>
            <w:r>
              <w:rPr>
                <w:color w:val="000000"/>
                <w:sz w:val="20"/>
              </w:rPr>
              <w:t>Березинского</w:t>
            </w:r>
            <w:r w:rsidRPr="0081730C">
              <w:rPr>
                <w:color w:val="000000"/>
                <w:sz w:val="20"/>
              </w:rPr>
              <w:t xml:space="preserve"> районного исполнительного комитета и в средствах массовой информации в срок до </w:t>
            </w:r>
            <w:bookmarkStart w:id="0" w:name="_GoBack"/>
            <w:r>
              <w:rPr>
                <w:color w:val="000000"/>
                <w:sz w:val="20"/>
              </w:rPr>
              <w:t>3 апреля 2020 г.</w:t>
            </w:r>
            <w:bookmarkEnd w:id="0"/>
          </w:p>
        </w:tc>
      </w:tr>
    </w:tbl>
    <w:p w:rsidR="00D6160A" w:rsidRDefault="00D6160A"/>
    <w:sectPr w:rsidR="00D6160A" w:rsidSect="00214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7FF9"/>
    <w:rsid w:val="00193293"/>
    <w:rsid w:val="001C60BA"/>
    <w:rsid w:val="00214C7C"/>
    <w:rsid w:val="00237BF1"/>
    <w:rsid w:val="00255178"/>
    <w:rsid w:val="002D2F19"/>
    <w:rsid w:val="00304D5D"/>
    <w:rsid w:val="003D6DF2"/>
    <w:rsid w:val="003E59DA"/>
    <w:rsid w:val="00473213"/>
    <w:rsid w:val="0051595E"/>
    <w:rsid w:val="005E28D7"/>
    <w:rsid w:val="00612015"/>
    <w:rsid w:val="00635CA3"/>
    <w:rsid w:val="00691735"/>
    <w:rsid w:val="006D5E48"/>
    <w:rsid w:val="006F3D7C"/>
    <w:rsid w:val="00707486"/>
    <w:rsid w:val="00757F2E"/>
    <w:rsid w:val="007F6DF5"/>
    <w:rsid w:val="0081730C"/>
    <w:rsid w:val="0085487D"/>
    <w:rsid w:val="00867B54"/>
    <w:rsid w:val="008E135A"/>
    <w:rsid w:val="008F7FF9"/>
    <w:rsid w:val="00984E43"/>
    <w:rsid w:val="009A5E0E"/>
    <w:rsid w:val="00B53B4D"/>
    <w:rsid w:val="00BF4A9E"/>
    <w:rsid w:val="00C11898"/>
    <w:rsid w:val="00CE2A71"/>
    <w:rsid w:val="00CF63E4"/>
    <w:rsid w:val="00D6160A"/>
    <w:rsid w:val="00E07AFB"/>
    <w:rsid w:val="00FF7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E0E"/>
    <w:rPr>
      <w:sz w:val="3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A5E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A5E0E"/>
    <w:rPr>
      <w:rFonts w:ascii="Cambria" w:hAnsi="Cambria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rsid w:val="00635CA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356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436</Words>
  <Characters>2488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общественного обсуждения </dc:title>
  <dc:subject/>
  <dc:creator>Юля</dc:creator>
  <cp:keywords/>
  <dc:description/>
  <cp:lastModifiedBy>Admin</cp:lastModifiedBy>
  <cp:revision>4</cp:revision>
  <cp:lastPrinted>2019-09-06T05:17:00Z</cp:lastPrinted>
  <dcterms:created xsi:type="dcterms:W3CDTF">2020-02-07T12:44:00Z</dcterms:created>
  <dcterms:modified xsi:type="dcterms:W3CDTF">2020-02-10T09:19:00Z</dcterms:modified>
</cp:coreProperties>
</file>