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9C6" w:rsidRPr="00D179FB" w:rsidRDefault="00D709C6" w:rsidP="00BF4A9E">
      <w:pPr>
        <w:shd w:val="clear" w:color="auto" w:fill="FFFFFF"/>
        <w:jc w:val="center"/>
        <w:rPr>
          <w:b/>
          <w:bCs/>
          <w:color w:val="000000"/>
          <w:sz w:val="25"/>
          <w:szCs w:val="25"/>
        </w:rPr>
      </w:pPr>
      <w:r w:rsidRPr="00D179FB">
        <w:rPr>
          <w:b/>
          <w:bCs/>
          <w:color w:val="000000"/>
          <w:sz w:val="25"/>
          <w:szCs w:val="25"/>
        </w:rPr>
        <w:t xml:space="preserve">Извещение о проведении общественного обсуждения </w:t>
      </w:r>
    </w:p>
    <w:p w:rsidR="00D709C6" w:rsidRPr="00D179FB" w:rsidRDefault="00D709C6" w:rsidP="00BF4A9E">
      <w:pPr>
        <w:shd w:val="clear" w:color="auto" w:fill="FFFFFF"/>
        <w:jc w:val="center"/>
        <w:rPr>
          <w:color w:val="000000"/>
          <w:sz w:val="25"/>
          <w:szCs w:val="25"/>
        </w:rPr>
      </w:pPr>
      <w:r w:rsidRPr="00D179FB">
        <w:rPr>
          <w:b/>
          <w:bCs/>
          <w:color w:val="000000"/>
          <w:sz w:val="25"/>
          <w:szCs w:val="25"/>
        </w:rPr>
        <w:t>в форме информирования физических и юридических лиц и анализа общественного мнения проекта: «Многоквартирный жилой дом по</w:t>
      </w:r>
      <w:r>
        <w:rPr>
          <w:b/>
          <w:bCs/>
          <w:color w:val="000000"/>
          <w:sz w:val="25"/>
          <w:szCs w:val="25"/>
        </w:rPr>
        <w:t xml:space="preserve">                                                  </w:t>
      </w:r>
      <w:r w:rsidRPr="00D179FB">
        <w:rPr>
          <w:b/>
          <w:bCs/>
          <w:color w:val="000000"/>
          <w:sz w:val="25"/>
          <w:szCs w:val="25"/>
        </w:rPr>
        <w:t xml:space="preserve"> ул. Октябрьская,  г. Березино,  включая проектно-изыскательские работы, инженерные сети и благоустройство к дому».  </w:t>
      </w:r>
    </w:p>
    <w:tbl>
      <w:tblPr>
        <w:tblW w:w="49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2466"/>
        <w:gridCol w:w="6731"/>
      </w:tblGrid>
      <w:tr w:rsidR="00D709C6" w:rsidRPr="00193293" w:rsidTr="00707486">
        <w:trPr>
          <w:tblCellSpacing w:w="0" w:type="dxa"/>
        </w:trPr>
        <w:tc>
          <w:tcPr>
            <w:tcW w:w="2466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709C6" w:rsidRPr="00193293" w:rsidRDefault="00D709C6" w:rsidP="00BF4A9E">
            <w:pPr>
              <w:rPr>
                <w:color w:val="000000"/>
                <w:sz w:val="20"/>
              </w:rPr>
            </w:pPr>
            <w:r w:rsidRPr="00193293">
              <w:rPr>
                <w:color w:val="000000"/>
                <w:sz w:val="20"/>
              </w:rPr>
              <w:t>Наименование проекта</w:t>
            </w:r>
          </w:p>
        </w:tc>
        <w:tc>
          <w:tcPr>
            <w:tcW w:w="6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D709C6" w:rsidRPr="00473213" w:rsidRDefault="00D709C6" w:rsidP="00BF4A9E">
            <w:pPr>
              <w:rPr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«Многоквартирный жилой дом по ул. Октябрьская, г. Березино, включая проектно-изыскательские работы, инженерные сети и благоустройство к дому»</w:t>
            </w:r>
          </w:p>
        </w:tc>
      </w:tr>
      <w:tr w:rsidR="00D709C6" w:rsidRPr="00193293" w:rsidTr="00707486">
        <w:trPr>
          <w:tblCellSpacing w:w="0" w:type="dxa"/>
        </w:trPr>
        <w:tc>
          <w:tcPr>
            <w:tcW w:w="2466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709C6" w:rsidRPr="00193293" w:rsidRDefault="00D709C6" w:rsidP="00BF4A9E">
            <w:pPr>
              <w:rPr>
                <w:color w:val="000000"/>
                <w:sz w:val="20"/>
              </w:rPr>
            </w:pPr>
            <w:r w:rsidRPr="00193293">
              <w:rPr>
                <w:color w:val="000000"/>
                <w:sz w:val="20"/>
              </w:rPr>
              <w:t>Цель проекта и основные решения по нему</w:t>
            </w:r>
          </w:p>
        </w:tc>
        <w:tc>
          <w:tcPr>
            <w:tcW w:w="6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D709C6" w:rsidRPr="00193293" w:rsidRDefault="00D709C6" w:rsidP="008E135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Проектирование и строительство многоквартирного жилого дома  для граждан, </w:t>
            </w:r>
            <w:r>
              <w:rPr>
                <w:bCs/>
                <w:color w:val="000000"/>
                <w:sz w:val="20"/>
              </w:rPr>
              <w:t>состоящих</w:t>
            </w:r>
            <w:r w:rsidRPr="00473213">
              <w:rPr>
                <w:bCs/>
                <w:color w:val="000000"/>
                <w:sz w:val="20"/>
              </w:rPr>
              <w:t xml:space="preserve"> на учете нуждающихся в улучшении жилищных условий</w:t>
            </w:r>
            <w:r>
              <w:rPr>
                <w:bCs/>
                <w:color w:val="000000"/>
                <w:sz w:val="20"/>
              </w:rPr>
              <w:t xml:space="preserve">. Для обеспечения </w:t>
            </w:r>
            <w:r w:rsidRPr="00473213">
              <w:rPr>
                <w:bCs/>
                <w:color w:val="000000"/>
                <w:sz w:val="20"/>
              </w:rPr>
              <w:t>граждан, состоящих на учете нуждающихся в улучшении жилищных условий</w:t>
            </w:r>
            <w:r>
              <w:rPr>
                <w:bCs/>
                <w:color w:val="000000"/>
                <w:sz w:val="20"/>
              </w:rPr>
              <w:t xml:space="preserve"> жилыми помещениями и благоустройство прилегающей территории. </w:t>
            </w:r>
          </w:p>
        </w:tc>
      </w:tr>
      <w:tr w:rsidR="00D709C6" w:rsidRPr="00193293" w:rsidTr="00707486">
        <w:trPr>
          <w:tblCellSpacing w:w="0" w:type="dxa"/>
        </w:trPr>
        <w:tc>
          <w:tcPr>
            <w:tcW w:w="2466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709C6" w:rsidRPr="00193293" w:rsidRDefault="00D709C6" w:rsidP="00BF4A9E">
            <w:pPr>
              <w:rPr>
                <w:color w:val="000000"/>
                <w:sz w:val="20"/>
              </w:rPr>
            </w:pPr>
            <w:r w:rsidRPr="00193293">
              <w:rPr>
                <w:color w:val="000000"/>
                <w:sz w:val="20"/>
              </w:rPr>
              <w:t>Земельный участок, на котором планируется реализация проекта</w:t>
            </w:r>
          </w:p>
        </w:tc>
        <w:tc>
          <w:tcPr>
            <w:tcW w:w="6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D709C6" w:rsidRPr="00193293" w:rsidRDefault="00D709C6" w:rsidP="00473213">
            <w:pPr>
              <w:rPr>
                <w:color w:val="000000"/>
                <w:sz w:val="20"/>
              </w:rPr>
            </w:pPr>
            <w:r w:rsidRPr="00193293">
              <w:rPr>
                <w:sz w:val="20"/>
              </w:rPr>
              <w:t>Территория</w:t>
            </w:r>
            <w:r>
              <w:rPr>
                <w:sz w:val="20"/>
              </w:rPr>
              <w:t xml:space="preserve"> г. Березино в районе ул. Октябрьской</w:t>
            </w:r>
          </w:p>
        </w:tc>
      </w:tr>
      <w:tr w:rsidR="00D709C6" w:rsidRPr="00193293" w:rsidTr="00707486">
        <w:trPr>
          <w:tblCellSpacing w:w="0" w:type="dxa"/>
        </w:trPr>
        <w:tc>
          <w:tcPr>
            <w:tcW w:w="2466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709C6" w:rsidRPr="00193293" w:rsidRDefault="00D709C6" w:rsidP="00BF4A9E">
            <w:pPr>
              <w:rPr>
                <w:color w:val="000000"/>
                <w:sz w:val="20"/>
              </w:rPr>
            </w:pPr>
            <w:r w:rsidRPr="00193293">
              <w:rPr>
                <w:color w:val="000000"/>
                <w:sz w:val="20"/>
              </w:rPr>
              <w:t>Дата начала проведения общественного обсуждения</w:t>
            </w:r>
          </w:p>
        </w:tc>
        <w:tc>
          <w:tcPr>
            <w:tcW w:w="6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D709C6" w:rsidRPr="00255178" w:rsidRDefault="00D709C6" w:rsidP="00255178">
            <w:pPr>
              <w:rPr>
                <w:sz w:val="20"/>
              </w:rPr>
            </w:pPr>
            <w:r>
              <w:rPr>
                <w:sz w:val="20"/>
              </w:rPr>
              <w:t>20 января 2020 г.</w:t>
            </w:r>
          </w:p>
        </w:tc>
      </w:tr>
      <w:tr w:rsidR="00D709C6" w:rsidRPr="00193293" w:rsidTr="00707486">
        <w:trPr>
          <w:tblCellSpacing w:w="0" w:type="dxa"/>
        </w:trPr>
        <w:tc>
          <w:tcPr>
            <w:tcW w:w="2466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709C6" w:rsidRPr="00193293" w:rsidRDefault="00D709C6" w:rsidP="00BF4A9E">
            <w:pPr>
              <w:rPr>
                <w:color w:val="000000"/>
                <w:sz w:val="20"/>
              </w:rPr>
            </w:pPr>
            <w:r w:rsidRPr="00193293">
              <w:rPr>
                <w:color w:val="000000"/>
                <w:sz w:val="20"/>
              </w:rPr>
              <w:t>Дата окончания проведения общественного обсуждения</w:t>
            </w:r>
          </w:p>
        </w:tc>
        <w:tc>
          <w:tcPr>
            <w:tcW w:w="6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D709C6" w:rsidRPr="00255178" w:rsidRDefault="00D709C6" w:rsidP="00255178">
            <w:pPr>
              <w:rPr>
                <w:sz w:val="20"/>
              </w:rPr>
            </w:pPr>
            <w:r>
              <w:rPr>
                <w:sz w:val="20"/>
              </w:rPr>
              <w:t>13 февраля 2020 г.</w:t>
            </w:r>
          </w:p>
        </w:tc>
      </w:tr>
      <w:tr w:rsidR="00D709C6" w:rsidRPr="00193293" w:rsidTr="00707486">
        <w:trPr>
          <w:trHeight w:val="600"/>
          <w:tblCellSpacing w:w="0" w:type="dxa"/>
        </w:trPr>
        <w:tc>
          <w:tcPr>
            <w:tcW w:w="2466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709C6" w:rsidRPr="00193293" w:rsidRDefault="00D709C6" w:rsidP="00BF4A9E">
            <w:pPr>
              <w:rPr>
                <w:color w:val="000000"/>
                <w:sz w:val="20"/>
              </w:rPr>
            </w:pPr>
            <w:r w:rsidRPr="00193293">
              <w:rPr>
                <w:color w:val="000000"/>
                <w:sz w:val="20"/>
              </w:rPr>
              <w:t>Дата,</w:t>
            </w:r>
          </w:p>
          <w:p w:rsidR="00D709C6" w:rsidRPr="00193293" w:rsidRDefault="00D709C6" w:rsidP="00BF4A9E">
            <w:pPr>
              <w:rPr>
                <w:color w:val="000000"/>
                <w:sz w:val="20"/>
              </w:rPr>
            </w:pPr>
            <w:r w:rsidRPr="00193293">
              <w:rPr>
                <w:color w:val="000000"/>
                <w:sz w:val="20"/>
              </w:rPr>
              <w:t>время,</w:t>
            </w:r>
          </w:p>
          <w:p w:rsidR="00D709C6" w:rsidRPr="00193293" w:rsidRDefault="00D709C6" w:rsidP="00BF4A9E">
            <w:pPr>
              <w:rPr>
                <w:color w:val="000000"/>
                <w:sz w:val="20"/>
              </w:rPr>
            </w:pPr>
            <w:r w:rsidRPr="00193293">
              <w:rPr>
                <w:color w:val="000000"/>
                <w:sz w:val="20"/>
              </w:rPr>
              <w:t>место проведения экспозиции проекта</w:t>
            </w:r>
          </w:p>
        </w:tc>
        <w:tc>
          <w:tcPr>
            <w:tcW w:w="6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D709C6" w:rsidRPr="00255178" w:rsidRDefault="00D709C6" w:rsidP="00BF4A9E">
            <w:pPr>
              <w:rPr>
                <w:sz w:val="20"/>
              </w:rPr>
            </w:pPr>
            <w:r w:rsidRPr="00255178">
              <w:rPr>
                <w:sz w:val="20"/>
              </w:rPr>
              <w:t xml:space="preserve">с </w:t>
            </w:r>
            <w:r>
              <w:rPr>
                <w:sz w:val="20"/>
              </w:rPr>
              <w:t>20 января 2020 г.</w:t>
            </w:r>
            <w:r w:rsidRPr="00255178">
              <w:rPr>
                <w:sz w:val="20"/>
              </w:rPr>
              <w:t xml:space="preserve"> по </w:t>
            </w:r>
            <w:r>
              <w:rPr>
                <w:sz w:val="20"/>
              </w:rPr>
              <w:t>13 февраля 2020 г.</w:t>
            </w:r>
            <w:r w:rsidRPr="00255178">
              <w:rPr>
                <w:sz w:val="20"/>
              </w:rPr>
              <w:t xml:space="preserve"> включительно</w:t>
            </w:r>
          </w:p>
          <w:p w:rsidR="00D709C6" w:rsidRPr="00255178" w:rsidRDefault="00D709C6" w:rsidP="00BF4A9E">
            <w:pPr>
              <w:rPr>
                <w:sz w:val="20"/>
              </w:rPr>
            </w:pPr>
            <w:r w:rsidRPr="00255178">
              <w:rPr>
                <w:sz w:val="20"/>
              </w:rPr>
              <w:t>с 8.00 до 13.00, с 14.00 до 17.00, понедельник – пятница</w:t>
            </w:r>
          </w:p>
          <w:p w:rsidR="00D709C6" w:rsidRPr="00255178" w:rsidRDefault="00D709C6" w:rsidP="006F3D7C">
            <w:pPr>
              <w:rPr>
                <w:sz w:val="20"/>
              </w:rPr>
            </w:pPr>
            <w:r w:rsidRPr="00255178">
              <w:rPr>
                <w:sz w:val="20"/>
              </w:rPr>
              <w:t>отдел архитектуры</w:t>
            </w:r>
            <w:r>
              <w:rPr>
                <w:sz w:val="20"/>
              </w:rPr>
              <w:t xml:space="preserve"> и</w:t>
            </w:r>
            <w:r w:rsidRPr="00255178">
              <w:rPr>
                <w:sz w:val="20"/>
              </w:rPr>
              <w:t xml:space="preserve"> строительства</w:t>
            </w:r>
            <w:r>
              <w:rPr>
                <w:sz w:val="20"/>
              </w:rPr>
              <w:t>,</w:t>
            </w:r>
            <w:r w:rsidRPr="00255178">
              <w:rPr>
                <w:sz w:val="20"/>
              </w:rPr>
              <w:t xml:space="preserve"> жилищно-коммунального хозяйства </w:t>
            </w:r>
            <w:r>
              <w:rPr>
                <w:sz w:val="20"/>
              </w:rPr>
              <w:t>Березинского</w:t>
            </w:r>
            <w:r w:rsidRPr="00255178">
              <w:rPr>
                <w:sz w:val="20"/>
              </w:rPr>
              <w:t xml:space="preserve"> районного исполнительного комитета</w:t>
            </w:r>
            <w:r>
              <w:rPr>
                <w:sz w:val="20"/>
              </w:rPr>
              <w:t xml:space="preserve"> </w:t>
            </w:r>
            <w:r w:rsidRPr="00255178">
              <w:rPr>
                <w:sz w:val="20"/>
              </w:rPr>
              <w:t xml:space="preserve">по адресу: </w:t>
            </w:r>
            <w:r>
              <w:rPr>
                <w:sz w:val="20"/>
              </w:rPr>
              <w:t>г. Березино, ул. Октябрьская, 18, каб. 15А, тел. 801715-51693</w:t>
            </w:r>
          </w:p>
        </w:tc>
      </w:tr>
      <w:tr w:rsidR="00D709C6" w:rsidRPr="00193293" w:rsidTr="00707486">
        <w:trPr>
          <w:tblCellSpacing w:w="0" w:type="dxa"/>
        </w:trPr>
        <w:tc>
          <w:tcPr>
            <w:tcW w:w="2466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709C6" w:rsidRPr="00193293" w:rsidRDefault="00D709C6" w:rsidP="00BF4A9E">
            <w:pPr>
              <w:rPr>
                <w:color w:val="000000"/>
                <w:sz w:val="20"/>
              </w:rPr>
            </w:pPr>
            <w:r w:rsidRPr="00193293">
              <w:rPr>
                <w:color w:val="000000"/>
                <w:sz w:val="20"/>
              </w:rPr>
              <w:t>Дата,</w:t>
            </w:r>
          </w:p>
          <w:p w:rsidR="00D709C6" w:rsidRPr="00193293" w:rsidRDefault="00D709C6" w:rsidP="00BF4A9E">
            <w:pPr>
              <w:rPr>
                <w:color w:val="000000"/>
                <w:sz w:val="20"/>
              </w:rPr>
            </w:pPr>
            <w:r w:rsidRPr="00193293">
              <w:rPr>
                <w:color w:val="000000"/>
                <w:sz w:val="20"/>
              </w:rPr>
              <w:t>время,</w:t>
            </w:r>
          </w:p>
          <w:p w:rsidR="00D709C6" w:rsidRPr="00193293" w:rsidRDefault="00D709C6" w:rsidP="00BF4A9E">
            <w:pPr>
              <w:rPr>
                <w:color w:val="000000"/>
                <w:sz w:val="20"/>
              </w:rPr>
            </w:pPr>
            <w:r w:rsidRPr="00193293">
              <w:rPr>
                <w:color w:val="000000"/>
                <w:sz w:val="20"/>
              </w:rPr>
              <w:t>место проведения презентации проекта</w:t>
            </w:r>
          </w:p>
        </w:tc>
        <w:tc>
          <w:tcPr>
            <w:tcW w:w="6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D709C6" w:rsidRPr="00255178" w:rsidRDefault="00D709C6" w:rsidP="00BF4A9E">
            <w:pPr>
              <w:rPr>
                <w:sz w:val="20"/>
              </w:rPr>
            </w:pPr>
            <w:r>
              <w:rPr>
                <w:sz w:val="20"/>
              </w:rPr>
              <w:t>28 января 2020 г.</w:t>
            </w:r>
          </w:p>
          <w:p w:rsidR="00D709C6" w:rsidRPr="00255178" w:rsidRDefault="00D709C6" w:rsidP="00BF4A9E">
            <w:pPr>
              <w:rPr>
                <w:sz w:val="20"/>
              </w:rPr>
            </w:pPr>
            <w:r w:rsidRPr="00255178">
              <w:rPr>
                <w:sz w:val="20"/>
              </w:rPr>
              <w:t>начало - 10-00</w:t>
            </w:r>
          </w:p>
          <w:p w:rsidR="00D709C6" w:rsidRPr="00255178" w:rsidRDefault="00D709C6" w:rsidP="00BF4A9E">
            <w:pPr>
              <w:rPr>
                <w:sz w:val="20"/>
              </w:rPr>
            </w:pPr>
            <w:r w:rsidRPr="00255178">
              <w:rPr>
                <w:sz w:val="20"/>
              </w:rPr>
              <w:t xml:space="preserve">окончание – </w:t>
            </w:r>
            <w:r>
              <w:rPr>
                <w:sz w:val="20"/>
              </w:rPr>
              <w:t>12</w:t>
            </w:r>
            <w:r w:rsidRPr="00255178">
              <w:rPr>
                <w:sz w:val="20"/>
              </w:rPr>
              <w:t>-00</w:t>
            </w:r>
          </w:p>
          <w:p w:rsidR="00D709C6" w:rsidRPr="00193293" w:rsidRDefault="00D709C6" w:rsidP="00CE2A71">
            <w:pPr>
              <w:rPr>
                <w:color w:val="000000"/>
                <w:sz w:val="20"/>
              </w:rPr>
            </w:pPr>
            <w:r w:rsidRPr="00255178">
              <w:rPr>
                <w:sz w:val="20"/>
              </w:rPr>
              <w:t>отдел архитектуры</w:t>
            </w:r>
            <w:r>
              <w:rPr>
                <w:sz w:val="20"/>
              </w:rPr>
              <w:t xml:space="preserve"> и</w:t>
            </w:r>
            <w:r w:rsidRPr="00255178">
              <w:rPr>
                <w:sz w:val="20"/>
              </w:rPr>
              <w:t xml:space="preserve"> строительства</w:t>
            </w:r>
            <w:r>
              <w:rPr>
                <w:sz w:val="20"/>
              </w:rPr>
              <w:t>,</w:t>
            </w:r>
            <w:r w:rsidRPr="00255178">
              <w:rPr>
                <w:sz w:val="20"/>
              </w:rPr>
              <w:t xml:space="preserve"> жилищно-коммунального хозяйства </w:t>
            </w:r>
            <w:r>
              <w:rPr>
                <w:sz w:val="20"/>
              </w:rPr>
              <w:t>Березинского</w:t>
            </w:r>
            <w:r w:rsidRPr="00255178">
              <w:rPr>
                <w:sz w:val="20"/>
              </w:rPr>
              <w:t xml:space="preserve"> районного исполнительного комитета</w:t>
            </w:r>
            <w:r>
              <w:rPr>
                <w:sz w:val="20"/>
              </w:rPr>
              <w:t xml:space="preserve"> </w:t>
            </w:r>
            <w:r w:rsidRPr="00255178">
              <w:rPr>
                <w:sz w:val="20"/>
              </w:rPr>
              <w:t xml:space="preserve">по адресу: </w:t>
            </w:r>
            <w:r>
              <w:rPr>
                <w:sz w:val="20"/>
              </w:rPr>
              <w:t>г. Березино, ул. Октябрьская, 18, каб. 15А, тел. 80171551693</w:t>
            </w:r>
          </w:p>
        </w:tc>
      </w:tr>
      <w:tr w:rsidR="00D709C6" w:rsidRPr="00193293" w:rsidTr="00707486">
        <w:trPr>
          <w:tblCellSpacing w:w="0" w:type="dxa"/>
        </w:trPr>
        <w:tc>
          <w:tcPr>
            <w:tcW w:w="2466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709C6" w:rsidRPr="00193293" w:rsidRDefault="00D709C6" w:rsidP="00BF4A9E">
            <w:pPr>
              <w:rPr>
                <w:color w:val="000000"/>
                <w:sz w:val="20"/>
              </w:rPr>
            </w:pPr>
            <w:r w:rsidRPr="00193293">
              <w:rPr>
                <w:color w:val="000000"/>
                <w:sz w:val="20"/>
              </w:rPr>
              <w:t>Условия доступа к материалам проекта</w:t>
            </w:r>
          </w:p>
        </w:tc>
        <w:tc>
          <w:tcPr>
            <w:tcW w:w="6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D709C6" w:rsidRPr="00193293" w:rsidRDefault="00D709C6" w:rsidP="00BF4A9E">
            <w:pPr>
              <w:rPr>
                <w:color w:val="000000"/>
                <w:sz w:val="20"/>
              </w:rPr>
            </w:pPr>
            <w:r w:rsidRPr="00193293">
              <w:rPr>
                <w:color w:val="000000"/>
                <w:sz w:val="20"/>
              </w:rPr>
              <w:t>Посещение места проведения экспозиции и предоставление информации участникам общественного обсуждения осуществляется на безвозмездной основе</w:t>
            </w:r>
          </w:p>
        </w:tc>
      </w:tr>
      <w:tr w:rsidR="00D709C6" w:rsidRPr="00193293" w:rsidTr="00707486">
        <w:trPr>
          <w:trHeight w:val="786"/>
          <w:tblCellSpacing w:w="0" w:type="dxa"/>
        </w:trPr>
        <w:tc>
          <w:tcPr>
            <w:tcW w:w="2466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709C6" w:rsidRPr="00193293" w:rsidRDefault="00D709C6" w:rsidP="00BF4A9E">
            <w:pPr>
              <w:rPr>
                <w:color w:val="000000"/>
                <w:sz w:val="20"/>
              </w:rPr>
            </w:pPr>
            <w:r w:rsidRPr="00193293">
              <w:rPr>
                <w:color w:val="000000"/>
                <w:sz w:val="20"/>
              </w:rPr>
              <w:t>Организатор общественного обсуждения,</w:t>
            </w:r>
          </w:p>
          <w:p w:rsidR="00D709C6" w:rsidRPr="00193293" w:rsidRDefault="00D709C6" w:rsidP="00BF4A9E">
            <w:pPr>
              <w:rPr>
                <w:color w:val="000000"/>
                <w:sz w:val="20"/>
              </w:rPr>
            </w:pPr>
            <w:r w:rsidRPr="00193293">
              <w:rPr>
                <w:color w:val="000000"/>
                <w:sz w:val="20"/>
              </w:rPr>
              <w:t>его место нахождение,</w:t>
            </w:r>
          </w:p>
          <w:p w:rsidR="00D709C6" w:rsidRPr="00193293" w:rsidRDefault="00D709C6" w:rsidP="00BF4A9E">
            <w:pPr>
              <w:rPr>
                <w:color w:val="000000"/>
                <w:sz w:val="20"/>
              </w:rPr>
            </w:pPr>
            <w:r w:rsidRPr="00193293">
              <w:rPr>
                <w:color w:val="000000"/>
                <w:sz w:val="20"/>
              </w:rPr>
              <w:t>телефон,</w:t>
            </w:r>
          </w:p>
          <w:p w:rsidR="00D709C6" w:rsidRPr="00193293" w:rsidRDefault="00D709C6" w:rsidP="00BF4A9E">
            <w:pPr>
              <w:rPr>
                <w:color w:val="000000"/>
                <w:sz w:val="20"/>
              </w:rPr>
            </w:pPr>
            <w:r w:rsidRPr="00193293">
              <w:rPr>
                <w:color w:val="000000"/>
                <w:sz w:val="20"/>
              </w:rPr>
              <w:t>адрес электронной почты для направления замечаний и предложений по проекту</w:t>
            </w:r>
          </w:p>
        </w:tc>
        <w:tc>
          <w:tcPr>
            <w:tcW w:w="6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D709C6" w:rsidRPr="00193293" w:rsidRDefault="00D709C6" w:rsidP="00BF4A9E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Березинский</w:t>
            </w:r>
            <w:r w:rsidRPr="00193293">
              <w:rPr>
                <w:color w:val="000000"/>
                <w:sz w:val="20"/>
              </w:rPr>
              <w:t xml:space="preserve"> районный исполнительный комитет</w:t>
            </w:r>
          </w:p>
          <w:p w:rsidR="00D709C6" w:rsidRPr="00193293" w:rsidRDefault="00D709C6" w:rsidP="00BF4A9E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ул. Октябрьская, 18 г. Березино</w:t>
            </w:r>
            <w:r w:rsidRPr="00193293">
              <w:rPr>
                <w:color w:val="000000"/>
                <w:sz w:val="20"/>
              </w:rPr>
              <w:t xml:space="preserve">,  </w:t>
            </w:r>
          </w:p>
          <w:p w:rsidR="00D709C6" w:rsidRPr="00193293" w:rsidRDefault="00D709C6" w:rsidP="00BF4A9E">
            <w:pPr>
              <w:rPr>
                <w:color w:val="000000"/>
                <w:sz w:val="20"/>
              </w:rPr>
            </w:pPr>
            <w:r w:rsidRPr="00193293">
              <w:rPr>
                <w:color w:val="000000"/>
                <w:sz w:val="20"/>
              </w:rPr>
              <w:t>тел. (8 017 1</w:t>
            </w:r>
            <w:r>
              <w:rPr>
                <w:color w:val="000000"/>
                <w:sz w:val="20"/>
              </w:rPr>
              <w:t>5</w:t>
            </w:r>
            <w:r w:rsidRPr="00193293">
              <w:rPr>
                <w:color w:val="000000"/>
                <w:sz w:val="20"/>
              </w:rPr>
              <w:t xml:space="preserve">) </w:t>
            </w:r>
            <w:r>
              <w:rPr>
                <w:color w:val="000000"/>
                <w:sz w:val="20"/>
              </w:rPr>
              <w:t>51693</w:t>
            </w:r>
          </w:p>
          <w:p w:rsidR="00D709C6" w:rsidRDefault="00D709C6" w:rsidP="003D6DF2">
            <w:pPr>
              <w:rPr>
                <w:color w:val="000000"/>
                <w:sz w:val="20"/>
              </w:rPr>
            </w:pPr>
            <w:r w:rsidRPr="00193293">
              <w:rPr>
                <w:color w:val="17365D"/>
                <w:sz w:val="20"/>
                <w:u w:val="single"/>
                <w:lang w:val="en-US"/>
              </w:rPr>
              <w:t>arh</w:t>
            </w:r>
            <w:r w:rsidRPr="00193293">
              <w:rPr>
                <w:color w:val="17365D"/>
                <w:sz w:val="20"/>
                <w:u w:val="single"/>
              </w:rPr>
              <w:t>@</w:t>
            </w:r>
            <w:r>
              <w:rPr>
                <w:color w:val="17365D"/>
                <w:sz w:val="20"/>
                <w:u w:val="single"/>
                <w:lang w:val="en-US"/>
              </w:rPr>
              <w:t>berezino.minsk-region.gov.by</w:t>
            </w:r>
            <w:r w:rsidRPr="00193293">
              <w:rPr>
                <w:color w:val="000000"/>
                <w:sz w:val="20"/>
              </w:rPr>
              <w:t> </w:t>
            </w:r>
          </w:p>
          <w:p w:rsidR="00D709C6" w:rsidRPr="00193293" w:rsidRDefault="00D709C6" w:rsidP="001C60B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заместитель начальника отдела </w:t>
            </w:r>
            <w:r w:rsidRPr="001C60BA">
              <w:rPr>
                <w:color w:val="000000"/>
                <w:sz w:val="20"/>
              </w:rPr>
              <w:t>архитектуры</w:t>
            </w:r>
            <w:r>
              <w:rPr>
                <w:color w:val="000000"/>
                <w:sz w:val="20"/>
              </w:rPr>
              <w:t xml:space="preserve"> и</w:t>
            </w:r>
            <w:r w:rsidRPr="001C60BA">
              <w:rPr>
                <w:color w:val="000000"/>
                <w:sz w:val="20"/>
              </w:rPr>
              <w:t xml:space="preserve"> строительства</w:t>
            </w:r>
            <w:r>
              <w:rPr>
                <w:color w:val="000000"/>
                <w:sz w:val="20"/>
              </w:rPr>
              <w:t>,</w:t>
            </w:r>
            <w:r w:rsidRPr="001C60BA">
              <w:rPr>
                <w:color w:val="000000"/>
                <w:sz w:val="20"/>
              </w:rPr>
              <w:t xml:space="preserve"> жилищно-коммунального хозяйства</w:t>
            </w:r>
            <w:r w:rsidRPr="00CE2A71"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 xml:space="preserve"> Березинского</w:t>
            </w:r>
            <w:r w:rsidRPr="00CE2A71">
              <w:rPr>
                <w:color w:val="000000"/>
                <w:sz w:val="20"/>
              </w:rPr>
              <w:t xml:space="preserve"> районного исполнительного комитета</w:t>
            </w:r>
            <w:r>
              <w:rPr>
                <w:color w:val="000000"/>
                <w:sz w:val="20"/>
              </w:rPr>
              <w:t xml:space="preserve"> Фомина В.А.</w:t>
            </w:r>
          </w:p>
        </w:tc>
      </w:tr>
      <w:tr w:rsidR="00D709C6" w:rsidRPr="00193293" w:rsidTr="00707486">
        <w:trPr>
          <w:tblCellSpacing w:w="0" w:type="dxa"/>
        </w:trPr>
        <w:tc>
          <w:tcPr>
            <w:tcW w:w="2466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709C6" w:rsidRPr="00193293" w:rsidRDefault="00D709C6" w:rsidP="00BF4A9E">
            <w:pPr>
              <w:rPr>
                <w:color w:val="000000"/>
                <w:sz w:val="20"/>
              </w:rPr>
            </w:pPr>
            <w:r w:rsidRPr="00193293">
              <w:rPr>
                <w:color w:val="000000"/>
                <w:sz w:val="20"/>
              </w:rPr>
              <w:t>Срок, формы и методы подачи участниками общественного обсуждения замечаний и (или) предложений</w:t>
            </w:r>
          </w:p>
        </w:tc>
        <w:tc>
          <w:tcPr>
            <w:tcW w:w="6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D709C6" w:rsidRPr="00255178" w:rsidRDefault="00D709C6" w:rsidP="00BF4A9E">
            <w:pPr>
              <w:rPr>
                <w:sz w:val="20"/>
              </w:rPr>
            </w:pPr>
            <w:r w:rsidRPr="00255178">
              <w:rPr>
                <w:sz w:val="20"/>
              </w:rPr>
              <w:t>Замечания и (или) предложения участников общественного обсуждения принимаются с </w:t>
            </w:r>
            <w:r>
              <w:rPr>
                <w:sz w:val="20"/>
              </w:rPr>
              <w:t>20 января 2020 г. по 13 февраля 2020 г.</w:t>
            </w:r>
            <w:r w:rsidRPr="00255178">
              <w:rPr>
                <w:sz w:val="20"/>
              </w:rPr>
              <w:t> в письменной или электронной форме по следующим адресам:</w:t>
            </w:r>
          </w:p>
          <w:p w:rsidR="00D709C6" w:rsidRPr="00255178" w:rsidRDefault="00D709C6" w:rsidP="00BF4A9E">
            <w:pPr>
              <w:rPr>
                <w:sz w:val="20"/>
              </w:rPr>
            </w:pPr>
            <w:r>
              <w:rPr>
                <w:sz w:val="20"/>
              </w:rPr>
              <w:t>Березинский</w:t>
            </w:r>
            <w:r w:rsidRPr="00255178">
              <w:rPr>
                <w:sz w:val="20"/>
              </w:rPr>
              <w:t xml:space="preserve"> районный исполнительный комитет,</w:t>
            </w:r>
            <w:r>
              <w:rPr>
                <w:sz w:val="20"/>
              </w:rPr>
              <w:t xml:space="preserve"> г. Березино</w:t>
            </w:r>
            <w:r w:rsidRPr="00255178">
              <w:rPr>
                <w:sz w:val="20"/>
              </w:rPr>
              <w:t>,</w:t>
            </w:r>
          </w:p>
          <w:p w:rsidR="00D709C6" w:rsidRPr="00255178" w:rsidRDefault="00D709C6" w:rsidP="00BF4A9E">
            <w:pPr>
              <w:rPr>
                <w:sz w:val="20"/>
              </w:rPr>
            </w:pPr>
            <w:r>
              <w:rPr>
                <w:sz w:val="20"/>
              </w:rPr>
              <w:t xml:space="preserve">ул. Октябрьская, 18, каб. 15А </w:t>
            </w:r>
          </w:p>
          <w:p w:rsidR="00D709C6" w:rsidRDefault="00D709C6" w:rsidP="00E07AFB">
            <w:pPr>
              <w:rPr>
                <w:color w:val="000000"/>
                <w:sz w:val="20"/>
              </w:rPr>
            </w:pPr>
            <w:r w:rsidRPr="00255178">
              <w:rPr>
                <w:sz w:val="20"/>
              </w:rPr>
              <w:t>по электронной почте</w:t>
            </w:r>
            <w:r>
              <w:rPr>
                <w:sz w:val="20"/>
              </w:rPr>
              <w:t xml:space="preserve"> </w:t>
            </w:r>
            <w:r w:rsidRPr="00193293">
              <w:rPr>
                <w:color w:val="17365D"/>
                <w:sz w:val="20"/>
                <w:u w:val="single"/>
                <w:lang w:val="en-US"/>
              </w:rPr>
              <w:t>arh</w:t>
            </w:r>
            <w:r w:rsidRPr="00193293">
              <w:rPr>
                <w:color w:val="17365D"/>
                <w:sz w:val="20"/>
                <w:u w:val="single"/>
              </w:rPr>
              <w:t>@</w:t>
            </w:r>
            <w:r>
              <w:rPr>
                <w:color w:val="17365D"/>
                <w:sz w:val="20"/>
                <w:u w:val="single"/>
                <w:lang w:val="en-US"/>
              </w:rPr>
              <w:t>berezino.minsk-region.gov.by</w:t>
            </w:r>
            <w:r w:rsidRPr="00193293">
              <w:rPr>
                <w:color w:val="000000"/>
                <w:sz w:val="20"/>
              </w:rPr>
              <w:t> </w:t>
            </w:r>
          </w:p>
          <w:p w:rsidR="00D709C6" w:rsidRPr="00193293" w:rsidRDefault="00D709C6" w:rsidP="00255178">
            <w:pPr>
              <w:rPr>
                <w:color w:val="000000"/>
                <w:sz w:val="20"/>
              </w:rPr>
            </w:pPr>
            <w:r w:rsidRPr="00255178">
              <w:rPr>
                <w:sz w:val="20"/>
              </w:rPr>
              <w:t xml:space="preserve">Замечания и (или) предложения участников общественного обсуждения, поданные после </w:t>
            </w:r>
            <w:r>
              <w:rPr>
                <w:sz w:val="20"/>
              </w:rPr>
              <w:t>13 февраля 2020 г.</w:t>
            </w:r>
            <w:r w:rsidRPr="00255178">
              <w:rPr>
                <w:sz w:val="20"/>
              </w:rPr>
              <w:t>, рассмотрению не подлежат.</w:t>
            </w:r>
          </w:p>
        </w:tc>
      </w:tr>
      <w:tr w:rsidR="00D709C6" w:rsidRPr="00193293" w:rsidTr="00707486">
        <w:trPr>
          <w:trHeight w:val="726"/>
          <w:tblCellSpacing w:w="0" w:type="dxa"/>
        </w:trPr>
        <w:tc>
          <w:tcPr>
            <w:tcW w:w="2466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709C6" w:rsidRPr="00193293" w:rsidRDefault="00D709C6" w:rsidP="00BF4A9E">
            <w:pPr>
              <w:rPr>
                <w:color w:val="000000"/>
                <w:sz w:val="20"/>
              </w:rPr>
            </w:pPr>
            <w:r w:rsidRPr="00193293">
              <w:rPr>
                <w:color w:val="000000"/>
                <w:sz w:val="20"/>
              </w:rPr>
              <w:t>Подведение итогов</w:t>
            </w:r>
          </w:p>
        </w:tc>
        <w:tc>
          <w:tcPr>
            <w:tcW w:w="6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D709C6" w:rsidRPr="00193293" w:rsidRDefault="00D709C6" w:rsidP="002D2F19">
            <w:pPr>
              <w:rPr>
                <w:sz w:val="20"/>
                <w:lang w:eastAsia="en-US"/>
              </w:rPr>
            </w:pPr>
            <w:r w:rsidRPr="0081730C">
              <w:rPr>
                <w:color w:val="000000"/>
                <w:sz w:val="20"/>
              </w:rPr>
              <w:t xml:space="preserve">Информация о результатах проведения общественного обсуждения будет размещена на официальном сайте </w:t>
            </w:r>
            <w:r>
              <w:rPr>
                <w:color w:val="000000"/>
                <w:sz w:val="20"/>
              </w:rPr>
              <w:t>Березинского</w:t>
            </w:r>
            <w:r w:rsidRPr="0081730C">
              <w:rPr>
                <w:color w:val="000000"/>
                <w:sz w:val="20"/>
              </w:rPr>
              <w:t xml:space="preserve"> районного исполнительного комитета и в средствах массовой информации в срок до </w:t>
            </w:r>
            <w:bookmarkStart w:id="0" w:name="_GoBack"/>
            <w:r>
              <w:rPr>
                <w:color w:val="000000"/>
                <w:sz w:val="20"/>
              </w:rPr>
              <w:t>28 февраля 2020 г.</w:t>
            </w:r>
            <w:bookmarkEnd w:id="0"/>
          </w:p>
        </w:tc>
      </w:tr>
    </w:tbl>
    <w:p w:rsidR="00D709C6" w:rsidRDefault="00D709C6"/>
    <w:sectPr w:rsidR="00D709C6" w:rsidSect="00214C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serif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F7FF9"/>
    <w:rsid w:val="000E6C56"/>
    <w:rsid w:val="00193293"/>
    <w:rsid w:val="001C60BA"/>
    <w:rsid w:val="00214C7C"/>
    <w:rsid w:val="00237BF1"/>
    <w:rsid w:val="00255178"/>
    <w:rsid w:val="002B5126"/>
    <w:rsid w:val="002D2F19"/>
    <w:rsid w:val="00304D5D"/>
    <w:rsid w:val="003D6DF2"/>
    <w:rsid w:val="003E59DA"/>
    <w:rsid w:val="00473213"/>
    <w:rsid w:val="0051595E"/>
    <w:rsid w:val="005E28D7"/>
    <w:rsid w:val="00612015"/>
    <w:rsid w:val="00612EF8"/>
    <w:rsid w:val="00635CA3"/>
    <w:rsid w:val="0069005D"/>
    <w:rsid w:val="00691735"/>
    <w:rsid w:val="006D5E48"/>
    <w:rsid w:val="006F3D7C"/>
    <w:rsid w:val="00707486"/>
    <w:rsid w:val="00724B03"/>
    <w:rsid w:val="00757F2E"/>
    <w:rsid w:val="007F6DF5"/>
    <w:rsid w:val="0081730C"/>
    <w:rsid w:val="0085487D"/>
    <w:rsid w:val="00867B54"/>
    <w:rsid w:val="008E135A"/>
    <w:rsid w:val="008F7FF9"/>
    <w:rsid w:val="00984E43"/>
    <w:rsid w:val="009A5E0E"/>
    <w:rsid w:val="00B53B4D"/>
    <w:rsid w:val="00BF4A9E"/>
    <w:rsid w:val="00C11898"/>
    <w:rsid w:val="00C95979"/>
    <w:rsid w:val="00CE2A71"/>
    <w:rsid w:val="00CF63E4"/>
    <w:rsid w:val="00D179FB"/>
    <w:rsid w:val="00D6160A"/>
    <w:rsid w:val="00D709C6"/>
    <w:rsid w:val="00E07AFB"/>
    <w:rsid w:val="00FF78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5E0E"/>
    <w:rPr>
      <w:sz w:val="3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A5E0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A5E0E"/>
    <w:rPr>
      <w:rFonts w:ascii="Cambria" w:hAnsi="Cambria" w:cs="Times New Roman"/>
      <w:b/>
      <w:bCs/>
      <w:kern w:val="32"/>
      <w:sz w:val="32"/>
      <w:szCs w:val="32"/>
    </w:rPr>
  </w:style>
  <w:style w:type="character" w:styleId="Hyperlink">
    <w:name w:val="Hyperlink"/>
    <w:basedOn w:val="DefaultParagraphFont"/>
    <w:uiPriority w:val="99"/>
    <w:rsid w:val="00635CA3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9770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462</Words>
  <Characters>2635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общественного обсуждения </dc:title>
  <dc:subject/>
  <dc:creator>Юля</dc:creator>
  <cp:keywords/>
  <dc:description/>
  <cp:lastModifiedBy>Admin</cp:lastModifiedBy>
  <cp:revision>3</cp:revision>
  <cp:lastPrinted>2019-09-06T05:17:00Z</cp:lastPrinted>
  <dcterms:created xsi:type="dcterms:W3CDTF">2020-02-10T10:56:00Z</dcterms:created>
  <dcterms:modified xsi:type="dcterms:W3CDTF">2020-02-10T10:57:00Z</dcterms:modified>
</cp:coreProperties>
</file>