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B89" w:rsidRPr="00D179FB" w:rsidRDefault="001A6B89" w:rsidP="00BF4A9E">
      <w:pPr>
        <w:shd w:val="clear" w:color="auto" w:fill="FFFFFF"/>
        <w:jc w:val="center"/>
        <w:rPr>
          <w:b/>
          <w:bCs/>
          <w:color w:val="000000"/>
          <w:sz w:val="25"/>
          <w:szCs w:val="25"/>
        </w:rPr>
      </w:pPr>
      <w:r w:rsidRPr="00D179FB">
        <w:rPr>
          <w:b/>
          <w:bCs/>
          <w:color w:val="000000"/>
          <w:sz w:val="25"/>
          <w:szCs w:val="25"/>
        </w:rPr>
        <w:t xml:space="preserve">Извещение о проведении общественного обсуждения </w:t>
      </w:r>
    </w:p>
    <w:p w:rsidR="001A6B89" w:rsidRPr="00D179FB" w:rsidRDefault="001A6B89" w:rsidP="00BF4A9E">
      <w:pPr>
        <w:shd w:val="clear" w:color="auto" w:fill="FFFFFF"/>
        <w:jc w:val="center"/>
        <w:rPr>
          <w:color w:val="000000"/>
          <w:sz w:val="25"/>
          <w:szCs w:val="25"/>
        </w:rPr>
      </w:pPr>
      <w:r w:rsidRPr="00D179FB">
        <w:rPr>
          <w:b/>
          <w:bCs/>
          <w:color w:val="000000"/>
          <w:sz w:val="25"/>
          <w:szCs w:val="25"/>
        </w:rPr>
        <w:t xml:space="preserve">в форме информирования физических и юридических лиц и анализа общественного мнения проекта: «Многоквартирный жилой дом по ул. </w:t>
      </w:r>
      <w:r>
        <w:rPr>
          <w:b/>
          <w:bCs/>
          <w:color w:val="000000"/>
          <w:sz w:val="25"/>
          <w:szCs w:val="25"/>
        </w:rPr>
        <w:t>Красина</w:t>
      </w:r>
      <w:r w:rsidRPr="00D179FB">
        <w:rPr>
          <w:b/>
          <w:bCs/>
          <w:color w:val="000000"/>
          <w:sz w:val="25"/>
          <w:szCs w:val="25"/>
        </w:rPr>
        <w:t xml:space="preserve">,  г. Березино,  включая проектно-изыскательские работы, инженерные сети и благоустройство к дому».  </w:t>
      </w:r>
    </w:p>
    <w:tbl>
      <w:tblPr>
        <w:tblW w:w="49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466"/>
        <w:gridCol w:w="6731"/>
      </w:tblGrid>
      <w:tr w:rsidR="001A6B89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Наименование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473213" w:rsidRDefault="001A6B89" w:rsidP="00BF4A9E">
            <w:pPr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«Многоквартирный жилой дом по ул. Красина, г. Березино, включая проектно-изыскательские работы, инженерные сети и благоустройство к дому»</w:t>
            </w:r>
          </w:p>
        </w:tc>
      </w:tr>
      <w:tr w:rsidR="001A6B89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Цель проекта и основные решения по нему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193293" w:rsidRDefault="001A6B89" w:rsidP="008E135A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 xml:space="preserve">Строительство </w:t>
            </w:r>
            <w:r>
              <w:rPr>
                <w:sz w:val="20"/>
              </w:rPr>
              <w:t>многоквартирного жилого дома</w:t>
            </w:r>
            <w:r w:rsidRPr="00255178">
              <w:rPr>
                <w:sz w:val="20"/>
              </w:rPr>
              <w:t xml:space="preserve"> </w:t>
            </w:r>
            <w:r w:rsidRPr="00255178">
              <w:rPr>
                <w:bCs/>
                <w:sz w:val="20"/>
              </w:rPr>
              <w:t xml:space="preserve">будет способствовать </w:t>
            </w:r>
            <w:r>
              <w:rPr>
                <w:bCs/>
                <w:sz w:val="20"/>
              </w:rPr>
              <w:t xml:space="preserve">обеспечению жилыми помещениями граждан, </w:t>
            </w:r>
            <w:r w:rsidRPr="00255178">
              <w:rPr>
                <w:bCs/>
                <w:sz w:val="20"/>
              </w:rPr>
              <w:t xml:space="preserve">повышению уровня и качества </w:t>
            </w:r>
            <w:r>
              <w:rPr>
                <w:bCs/>
                <w:sz w:val="20"/>
              </w:rPr>
              <w:t>жизни населения, а также развитие инженерной и транспортной инфраструктуры, благоустройство прилегающей территории</w:t>
            </w:r>
          </w:p>
        </w:tc>
      </w:tr>
      <w:tr w:rsidR="001A6B89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Земельный участок, на котором планируется реализация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193293" w:rsidRDefault="001A6B89" w:rsidP="00473213">
            <w:pPr>
              <w:rPr>
                <w:color w:val="000000"/>
                <w:sz w:val="20"/>
              </w:rPr>
            </w:pPr>
            <w:r w:rsidRPr="00193293">
              <w:rPr>
                <w:sz w:val="20"/>
              </w:rPr>
              <w:t>Территория</w:t>
            </w:r>
            <w:r>
              <w:rPr>
                <w:sz w:val="20"/>
              </w:rPr>
              <w:t xml:space="preserve"> г. Березино в районе ул. Красина, ул. Дзержинского</w:t>
            </w:r>
          </w:p>
        </w:tc>
      </w:tr>
      <w:tr w:rsidR="001A6B89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 начала проведения общественного обсуждения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255178" w:rsidRDefault="001A6B89" w:rsidP="00255178">
            <w:pPr>
              <w:rPr>
                <w:sz w:val="20"/>
              </w:rPr>
            </w:pPr>
            <w:r>
              <w:rPr>
                <w:sz w:val="20"/>
              </w:rPr>
              <w:t>12 октября 2020 г.</w:t>
            </w:r>
          </w:p>
        </w:tc>
      </w:tr>
      <w:tr w:rsidR="001A6B89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 окончания проведения общественного обсуждения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255178" w:rsidRDefault="001A6B89" w:rsidP="00255178">
            <w:pPr>
              <w:rPr>
                <w:sz w:val="20"/>
              </w:rPr>
            </w:pPr>
            <w:r>
              <w:rPr>
                <w:sz w:val="20"/>
              </w:rPr>
              <w:t>5 ноября 2020 г.</w:t>
            </w:r>
          </w:p>
        </w:tc>
      </w:tr>
      <w:tr w:rsidR="001A6B89" w:rsidRPr="00193293" w:rsidTr="00707486">
        <w:trPr>
          <w:trHeight w:val="600"/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Дата,</w:t>
            </w:r>
          </w:p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время,</w:t>
            </w:r>
          </w:p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место проведения экспозиции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255178" w:rsidRDefault="001A6B89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 xml:space="preserve">с </w:t>
            </w:r>
            <w:r>
              <w:rPr>
                <w:sz w:val="20"/>
              </w:rPr>
              <w:t>15 октября 2020г.</w:t>
            </w:r>
            <w:r w:rsidRPr="00255178">
              <w:rPr>
                <w:sz w:val="20"/>
              </w:rPr>
              <w:t xml:space="preserve"> по </w:t>
            </w:r>
            <w:r>
              <w:rPr>
                <w:sz w:val="20"/>
              </w:rPr>
              <w:t>5 ноября 2020 г.</w:t>
            </w:r>
            <w:r w:rsidRPr="00255178">
              <w:rPr>
                <w:sz w:val="20"/>
              </w:rPr>
              <w:t xml:space="preserve"> включительно</w:t>
            </w:r>
          </w:p>
          <w:p w:rsidR="001A6B89" w:rsidRPr="00255178" w:rsidRDefault="001A6B89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>с 8.00 до 13.00, с 14.00 до 17.00, понедельник – пятница</w:t>
            </w:r>
          </w:p>
          <w:p w:rsidR="001A6B89" w:rsidRPr="00255178" w:rsidRDefault="001A6B89" w:rsidP="006F3D7C">
            <w:pPr>
              <w:rPr>
                <w:sz w:val="20"/>
              </w:rPr>
            </w:pPr>
            <w:r w:rsidRPr="00255178">
              <w:rPr>
                <w:sz w:val="20"/>
              </w:rPr>
              <w:t>отдел архитектуры</w:t>
            </w:r>
            <w:r>
              <w:rPr>
                <w:sz w:val="20"/>
              </w:rPr>
              <w:t xml:space="preserve"> и</w:t>
            </w:r>
            <w:r w:rsidRPr="00255178">
              <w:rPr>
                <w:sz w:val="20"/>
              </w:rPr>
              <w:t xml:space="preserve"> строительства</w:t>
            </w:r>
            <w:r>
              <w:rPr>
                <w:sz w:val="20"/>
              </w:rPr>
              <w:t>,</w:t>
            </w:r>
            <w:r w:rsidRPr="00255178">
              <w:rPr>
                <w:sz w:val="20"/>
              </w:rPr>
              <w:t xml:space="preserve"> жилищно-коммунального хозяйства </w:t>
            </w:r>
            <w:r>
              <w:rPr>
                <w:sz w:val="20"/>
              </w:rPr>
              <w:t>Березинского</w:t>
            </w:r>
            <w:r w:rsidRPr="00255178">
              <w:rPr>
                <w:sz w:val="20"/>
              </w:rPr>
              <w:t xml:space="preserve"> районного исполнительного комитета</w:t>
            </w:r>
            <w:r>
              <w:rPr>
                <w:sz w:val="20"/>
              </w:rPr>
              <w:t xml:space="preserve"> </w:t>
            </w:r>
            <w:r w:rsidRPr="00255178">
              <w:rPr>
                <w:sz w:val="20"/>
              </w:rPr>
              <w:t xml:space="preserve">по адресу: </w:t>
            </w:r>
            <w:r>
              <w:rPr>
                <w:sz w:val="20"/>
              </w:rPr>
              <w:t>г. Березино, ул. Октябрьская, 18, каб. 15А, тел. 801715-51693</w:t>
            </w:r>
          </w:p>
        </w:tc>
      </w:tr>
      <w:tr w:rsidR="001A6B89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Дата,</w:t>
            </w:r>
          </w:p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время,</w:t>
            </w:r>
          </w:p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место проведения презентации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255178" w:rsidRDefault="001A6B89" w:rsidP="00BF4A9E">
            <w:pPr>
              <w:rPr>
                <w:sz w:val="20"/>
              </w:rPr>
            </w:pPr>
            <w:r>
              <w:rPr>
                <w:sz w:val="20"/>
              </w:rPr>
              <w:t>21 октября 2020 г.</w:t>
            </w:r>
          </w:p>
          <w:p w:rsidR="001A6B89" w:rsidRPr="00255178" w:rsidRDefault="001A6B89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>начало - 10-00</w:t>
            </w:r>
          </w:p>
          <w:p w:rsidR="001A6B89" w:rsidRPr="00255178" w:rsidRDefault="001A6B89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 xml:space="preserve">окончание – </w:t>
            </w:r>
            <w:r>
              <w:rPr>
                <w:sz w:val="20"/>
              </w:rPr>
              <w:t>12</w:t>
            </w:r>
            <w:r w:rsidRPr="00255178">
              <w:rPr>
                <w:sz w:val="20"/>
              </w:rPr>
              <w:t>-00</w:t>
            </w:r>
          </w:p>
          <w:p w:rsidR="001A6B89" w:rsidRPr="00193293" w:rsidRDefault="001A6B89" w:rsidP="00CE2A71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>отдел архитектуры</w:t>
            </w:r>
            <w:r>
              <w:rPr>
                <w:sz w:val="20"/>
              </w:rPr>
              <w:t xml:space="preserve"> и</w:t>
            </w:r>
            <w:r w:rsidRPr="00255178">
              <w:rPr>
                <w:sz w:val="20"/>
              </w:rPr>
              <w:t xml:space="preserve"> строительства</w:t>
            </w:r>
            <w:r>
              <w:rPr>
                <w:sz w:val="20"/>
              </w:rPr>
              <w:t>,</w:t>
            </w:r>
            <w:r w:rsidRPr="00255178">
              <w:rPr>
                <w:sz w:val="20"/>
              </w:rPr>
              <w:t xml:space="preserve"> жилищно-коммунального хозяйства </w:t>
            </w:r>
            <w:r>
              <w:rPr>
                <w:sz w:val="20"/>
              </w:rPr>
              <w:t>Березинского</w:t>
            </w:r>
            <w:r w:rsidRPr="00255178">
              <w:rPr>
                <w:sz w:val="20"/>
              </w:rPr>
              <w:t xml:space="preserve"> районного исполнительного комитета</w:t>
            </w:r>
            <w:r>
              <w:rPr>
                <w:sz w:val="20"/>
              </w:rPr>
              <w:t xml:space="preserve"> </w:t>
            </w:r>
            <w:r w:rsidRPr="00255178">
              <w:rPr>
                <w:sz w:val="20"/>
              </w:rPr>
              <w:t xml:space="preserve">по адресу: </w:t>
            </w:r>
            <w:r>
              <w:rPr>
                <w:sz w:val="20"/>
              </w:rPr>
              <w:t>г. Березино, ул. Октябрьская, 18, каб. 15А, тел. 80171551693</w:t>
            </w:r>
          </w:p>
        </w:tc>
      </w:tr>
      <w:tr w:rsidR="001A6B89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Условия доступа к материалам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Посещение места проведения экспозиции и предоставление информации участникам общественного обсуждения осуществляется на безвозмездной основе</w:t>
            </w:r>
          </w:p>
        </w:tc>
      </w:tr>
      <w:tr w:rsidR="001A6B89" w:rsidRPr="00193293" w:rsidTr="00707486">
        <w:trPr>
          <w:trHeight w:val="786"/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Организатор общественного обсуждения,</w:t>
            </w:r>
          </w:p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его место нахождение,</w:t>
            </w:r>
          </w:p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телефон,</w:t>
            </w:r>
          </w:p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адрес электронной почты для направления замечаний и предложений по проекту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Березинский</w:t>
            </w:r>
            <w:r w:rsidRPr="00193293">
              <w:rPr>
                <w:color w:val="000000"/>
                <w:sz w:val="20"/>
              </w:rPr>
              <w:t xml:space="preserve"> районный исполнительный комитет</w:t>
            </w:r>
          </w:p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ул. Октябрьская, 18 г. Березино</w:t>
            </w:r>
            <w:r w:rsidRPr="00193293">
              <w:rPr>
                <w:color w:val="000000"/>
                <w:sz w:val="20"/>
              </w:rPr>
              <w:t xml:space="preserve">,  </w:t>
            </w:r>
          </w:p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тел. (8 017 1</w:t>
            </w:r>
            <w:r>
              <w:rPr>
                <w:color w:val="000000"/>
                <w:sz w:val="20"/>
              </w:rPr>
              <w:t>5</w:t>
            </w:r>
            <w:r w:rsidRPr="00193293">
              <w:rPr>
                <w:color w:val="000000"/>
                <w:sz w:val="20"/>
              </w:rPr>
              <w:t xml:space="preserve">) </w:t>
            </w:r>
            <w:r>
              <w:rPr>
                <w:color w:val="000000"/>
                <w:sz w:val="20"/>
              </w:rPr>
              <w:t>51693</w:t>
            </w:r>
          </w:p>
          <w:p w:rsidR="001A6B89" w:rsidRDefault="001A6B89" w:rsidP="003D6DF2">
            <w:pPr>
              <w:rPr>
                <w:color w:val="000000"/>
                <w:sz w:val="20"/>
              </w:rPr>
            </w:pPr>
            <w:r w:rsidRPr="00193293">
              <w:rPr>
                <w:color w:val="17365D"/>
                <w:sz w:val="20"/>
                <w:u w:val="single"/>
                <w:lang w:val="en-US"/>
              </w:rPr>
              <w:t>arh</w:t>
            </w:r>
            <w:r w:rsidRPr="00193293">
              <w:rPr>
                <w:color w:val="17365D"/>
                <w:sz w:val="20"/>
                <w:u w:val="single"/>
              </w:rPr>
              <w:t>@</w:t>
            </w:r>
            <w:r>
              <w:rPr>
                <w:color w:val="17365D"/>
                <w:sz w:val="20"/>
                <w:u w:val="single"/>
                <w:lang w:val="en-US"/>
              </w:rPr>
              <w:t>berezino.minsk-region.gov.by</w:t>
            </w:r>
            <w:r w:rsidRPr="00193293">
              <w:rPr>
                <w:color w:val="000000"/>
                <w:sz w:val="20"/>
              </w:rPr>
              <w:t> </w:t>
            </w:r>
          </w:p>
          <w:p w:rsidR="001A6B89" w:rsidRPr="00193293" w:rsidRDefault="001A6B89" w:rsidP="001C60B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заместитель начальника отдела </w:t>
            </w:r>
            <w:r w:rsidRPr="001C60BA">
              <w:rPr>
                <w:color w:val="000000"/>
                <w:sz w:val="20"/>
              </w:rPr>
              <w:t>архитектуры</w:t>
            </w:r>
            <w:r>
              <w:rPr>
                <w:color w:val="000000"/>
                <w:sz w:val="20"/>
              </w:rPr>
              <w:t xml:space="preserve"> и</w:t>
            </w:r>
            <w:r w:rsidRPr="001C60BA">
              <w:rPr>
                <w:color w:val="000000"/>
                <w:sz w:val="20"/>
              </w:rPr>
              <w:t xml:space="preserve"> строительства</w:t>
            </w:r>
            <w:r>
              <w:rPr>
                <w:color w:val="000000"/>
                <w:sz w:val="20"/>
              </w:rPr>
              <w:t>,</w:t>
            </w:r>
            <w:r w:rsidRPr="001C60BA">
              <w:rPr>
                <w:color w:val="000000"/>
                <w:sz w:val="20"/>
              </w:rPr>
              <w:t xml:space="preserve"> жилищно-коммунального хозяйства</w:t>
            </w:r>
            <w:r w:rsidRPr="00CE2A71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Березинского</w:t>
            </w:r>
            <w:r w:rsidRPr="00CE2A71">
              <w:rPr>
                <w:color w:val="000000"/>
                <w:sz w:val="20"/>
              </w:rPr>
              <w:t xml:space="preserve"> районного исполнительного комитета</w:t>
            </w:r>
            <w:r>
              <w:rPr>
                <w:color w:val="000000"/>
                <w:sz w:val="20"/>
              </w:rPr>
              <w:t xml:space="preserve"> Фомина В.А.</w:t>
            </w:r>
          </w:p>
        </w:tc>
      </w:tr>
      <w:tr w:rsidR="001A6B89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Срок, формы и методы подачи участниками общественного обсуждения замечаний и (или) предложений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255178" w:rsidRDefault="001A6B89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>Замечания и (или) предложения участников общественного обсуждения принимаются с </w:t>
            </w:r>
            <w:r>
              <w:rPr>
                <w:sz w:val="20"/>
              </w:rPr>
              <w:t xml:space="preserve">15 октября 2020 г. по 5 ноября 2020 г. </w:t>
            </w:r>
            <w:r w:rsidRPr="00255178">
              <w:rPr>
                <w:sz w:val="20"/>
              </w:rPr>
              <w:t>в письменной или электронной форме по следующим адресам:</w:t>
            </w:r>
          </w:p>
          <w:p w:rsidR="001A6B89" w:rsidRPr="00255178" w:rsidRDefault="001A6B89" w:rsidP="00BF4A9E">
            <w:pPr>
              <w:rPr>
                <w:sz w:val="20"/>
              </w:rPr>
            </w:pPr>
            <w:r>
              <w:rPr>
                <w:sz w:val="20"/>
              </w:rPr>
              <w:t>Березинский</w:t>
            </w:r>
            <w:r w:rsidRPr="00255178">
              <w:rPr>
                <w:sz w:val="20"/>
              </w:rPr>
              <w:t xml:space="preserve"> районный исполнительный комитет,</w:t>
            </w:r>
            <w:r>
              <w:rPr>
                <w:sz w:val="20"/>
              </w:rPr>
              <w:t xml:space="preserve"> г. Березино</w:t>
            </w:r>
            <w:r w:rsidRPr="00255178">
              <w:rPr>
                <w:sz w:val="20"/>
              </w:rPr>
              <w:t>,</w:t>
            </w:r>
          </w:p>
          <w:p w:rsidR="001A6B89" w:rsidRPr="00255178" w:rsidRDefault="001A6B89" w:rsidP="00BF4A9E">
            <w:pPr>
              <w:rPr>
                <w:sz w:val="20"/>
              </w:rPr>
            </w:pPr>
            <w:r>
              <w:rPr>
                <w:sz w:val="20"/>
              </w:rPr>
              <w:t xml:space="preserve">ул. Октябрьская, 18, каб. 15А </w:t>
            </w:r>
          </w:p>
          <w:p w:rsidR="001A6B89" w:rsidRDefault="001A6B89" w:rsidP="00E07AFB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>по электронной почте</w:t>
            </w:r>
            <w:r>
              <w:rPr>
                <w:sz w:val="20"/>
              </w:rPr>
              <w:t xml:space="preserve"> </w:t>
            </w:r>
            <w:r w:rsidRPr="00193293">
              <w:rPr>
                <w:color w:val="17365D"/>
                <w:sz w:val="20"/>
                <w:u w:val="single"/>
                <w:lang w:val="en-US"/>
              </w:rPr>
              <w:t>arh</w:t>
            </w:r>
            <w:r w:rsidRPr="00193293">
              <w:rPr>
                <w:color w:val="17365D"/>
                <w:sz w:val="20"/>
                <w:u w:val="single"/>
              </w:rPr>
              <w:t>@</w:t>
            </w:r>
            <w:r>
              <w:rPr>
                <w:color w:val="17365D"/>
                <w:sz w:val="20"/>
                <w:u w:val="single"/>
                <w:lang w:val="en-US"/>
              </w:rPr>
              <w:t>berezino.minsk-region.gov.by</w:t>
            </w:r>
            <w:r w:rsidRPr="00193293">
              <w:rPr>
                <w:color w:val="000000"/>
                <w:sz w:val="20"/>
              </w:rPr>
              <w:t> </w:t>
            </w:r>
          </w:p>
          <w:p w:rsidR="001A6B89" w:rsidRPr="00193293" w:rsidRDefault="001A6B89" w:rsidP="00255178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 xml:space="preserve">Замечания и (или) предложения участников общественного обсуждения, поданные после </w:t>
            </w:r>
            <w:r>
              <w:rPr>
                <w:sz w:val="20"/>
              </w:rPr>
              <w:t>5 ноября 2020 г.</w:t>
            </w:r>
            <w:r w:rsidRPr="00255178">
              <w:rPr>
                <w:sz w:val="20"/>
              </w:rPr>
              <w:t>, рассмотрению не подлежат.</w:t>
            </w:r>
          </w:p>
        </w:tc>
      </w:tr>
      <w:tr w:rsidR="001A6B89" w:rsidRPr="00193293" w:rsidTr="00707486">
        <w:trPr>
          <w:trHeight w:val="726"/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A6B89" w:rsidRPr="00193293" w:rsidRDefault="001A6B89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Подведение итогов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A6B89" w:rsidRPr="00193293" w:rsidRDefault="001A6B89" w:rsidP="002D2F19">
            <w:pPr>
              <w:rPr>
                <w:sz w:val="20"/>
                <w:lang w:eastAsia="en-US"/>
              </w:rPr>
            </w:pPr>
            <w:r w:rsidRPr="0081730C">
              <w:rPr>
                <w:color w:val="000000"/>
                <w:sz w:val="20"/>
              </w:rPr>
              <w:t xml:space="preserve">Информация о результатах проведения общественного обсуждения будет размещена на официальном сайте </w:t>
            </w:r>
            <w:r>
              <w:rPr>
                <w:color w:val="000000"/>
                <w:sz w:val="20"/>
              </w:rPr>
              <w:t>Березинского</w:t>
            </w:r>
            <w:r w:rsidRPr="0081730C">
              <w:rPr>
                <w:color w:val="000000"/>
                <w:sz w:val="20"/>
              </w:rPr>
              <w:t xml:space="preserve"> районного исполнительного комитета и в средствах массовой информации в срок до </w:t>
            </w:r>
            <w:bookmarkStart w:id="0" w:name="_GoBack"/>
            <w:r>
              <w:rPr>
                <w:color w:val="000000"/>
                <w:sz w:val="20"/>
              </w:rPr>
              <w:t>12 ноября 2020 г.</w:t>
            </w:r>
            <w:bookmarkEnd w:id="0"/>
          </w:p>
        </w:tc>
      </w:tr>
    </w:tbl>
    <w:p w:rsidR="001A6B89" w:rsidRDefault="001A6B89"/>
    <w:sectPr w:rsidR="001A6B89" w:rsidSect="00214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FF9"/>
    <w:rsid w:val="000E6C56"/>
    <w:rsid w:val="001461D0"/>
    <w:rsid w:val="00173615"/>
    <w:rsid w:val="00193293"/>
    <w:rsid w:val="001A6B89"/>
    <w:rsid w:val="001C60BA"/>
    <w:rsid w:val="00214C7C"/>
    <w:rsid w:val="00237BF1"/>
    <w:rsid w:val="00255178"/>
    <w:rsid w:val="002B5126"/>
    <w:rsid w:val="002D2F19"/>
    <w:rsid w:val="00304D5D"/>
    <w:rsid w:val="003D6DF2"/>
    <w:rsid w:val="003E59DA"/>
    <w:rsid w:val="00473213"/>
    <w:rsid w:val="0051595E"/>
    <w:rsid w:val="005D0486"/>
    <w:rsid w:val="005E28D7"/>
    <w:rsid w:val="00612015"/>
    <w:rsid w:val="00612EF8"/>
    <w:rsid w:val="00635CA3"/>
    <w:rsid w:val="00691735"/>
    <w:rsid w:val="006D5E48"/>
    <w:rsid w:val="006F3D7C"/>
    <w:rsid w:val="00707486"/>
    <w:rsid w:val="00724B03"/>
    <w:rsid w:val="00757F2E"/>
    <w:rsid w:val="007F6DF5"/>
    <w:rsid w:val="0081730C"/>
    <w:rsid w:val="0085487D"/>
    <w:rsid w:val="00867B54"/>
    <w:rsid w:val="008E135A"/>
    <w:rsid w:val="008F7FF9"/>
    <w:rsid w:val="00984E43"/>
    <w:rsid w:val="009A5E0E"/>
    <w:rsid w:val="00B53B4D"/>
    <w:rsid w:val="00BF4A9E"/>
    <w:rsid w:val="00C11898"/>
    <w:rsid w:val="00C97EF1"/>
    <w:rsid w:val="00CE1E65"/>
    <w:rsid w:val="00CE2A71"/>
    <w:rsid w:val="00CF63E4"/>
    <w:rsid w:val="00D179FB"/>
    <w:rsid w:val="00D6160A"/>
    <w:rsid w:val="00DA1769"/>
    <w:rsid w:val="00E07AFB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E0E"/>
    <w:rPr>
      <w:sz w:val="3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5E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5E0E"/>
    <w:rPr>
      <w:rFonts w:ascii="Cambria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635C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3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449</Words>
  <Characters>2563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общественного обсуждения </dc:title>
  <dc:subject/>
  <dc:creator>Юля</dc:creator>
  <cp:keywords/>
  <dc:description/>
  <cp:lastModifiedBy>Admin</cp:lastModifiedBy>
  <cp:revision>3</cp:revision>
  <cp:lastPrinted>2019-09-06T05:17:00Z</cp:lastPrinted>
  <dcterms:created xsi:type="dcterms:W3CDTF">2020-09-28T11:02:00Z</dcterms:created>
  <dcterms:modified xsi:type="dcterms:W3CDTF">2020-09-28T11:03:00Z</dcterms:modified>
</cp:coreProperties>
</file>